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319E0" w14:textId="13AA4374" w:rsidR="00F95E64" w:rsidRPr="009A2B5F" w:rsidRDefault="00441C14" w:rsidP="00617718">
      <w:pPr>
        <w:pStyle w:val="1-green-underline"/>
        <w:mirrorIndents/>
      </w:pPr>
      <w:r w:rsidRPr="00441C14">
        <w:rPr>
          <w:rFonts w:hint="eastAsia"/>
        </w:rPr>
        <w:t xml:space="preserve">MS Copilot </w:t>
      </w:r>
      <w:r w:rsidRPr="00441C14">
        <w:rPr>
          <w:rFonts w:hint="eastAsia"/>
        </w:rPr>
        <w:t>的意義與功能介紹</w:t>
      </w:r>
    </w:p>
    <w:p w14:paraId="5ECFD24F" w14:textId="77777777" w:rsidR="009A2B5F" w:rsidRDefault="009A2B5F" w:rsidP="00617718">
      <w:pPr>
        <w:mirrorIndents/>
      </w:pPr>
    </w:p>
    <w:p w14:paraId="0C7B44E7" w14:textId="23D16F37" w:rsidR="00441C14" w:rsidRPr="00441C14" w:rsidRDefault="00CB45E5" w:rsidP="00441C14">
      <w:pPr>
        <w:pStyle w:val="font12-pink"/>
      </w:pPr>
      <w:r>
        <w:sym w:font="Wingdings" w:char="F03F"/>
      </w:r>
      <w:r w:rsidR="00441C14" w:rsidRPr="00441C14">
        <w:t xml:space="preserve">MS copilog </w:t>
      </w:r>
      <w:r w:rsidR="00441C14" w:rsidRPr="00441C14">
        <w:t>代表什麼</w:t>
      </w:r>
      <w:r w:rsidR="00441C14" w:rsidRPr="00441C14">
        <w:t>?</w:t>
      </w:r>
    </w:p>
    <w:p w14:paraId="5EB04A77" w14:textId="77777777" w:rsidR="00441C14" w:rsidRPr="00441C14" w:rsidRDefault="00441C14" w:rsidP="00441C14"/>
    <w:p w14:paraId="1C408D46" w14:textId="77777777" w:rsidR="008845B8" w:rsidRDefault="008845B8" w:rsidP="008845B8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“MS Copilot” </w:t>
      </w:r>
      <w:r>
        <w:rPr>
          <w:rFonts w:ascii="Segoe UI" w:hAnsi="Segoe UI" w:cs="Segoe UI"/>
          <w:sz w:val="21"/>
          <w:szCs w:val="21"/>
        </w:rPr>
        <w:t>是指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Style w:val="ae"/>
          <w:rFonts w:ascii="Segoe UI" w:hAnsi="Segoe UI" w:cs="Segoe UI"/>
          <w:sz w:val="21"/>
          <w:szCs w:val="21"/>
        </w:rPr>
        <w:t>Microsoft Copilot</w:t>
      </w:r>
      <w:r>
        <w:rPr>
          <w:rFonts w:ascii="Segoe UI" w:hAnsi="Segoe UI" w:cs="Segoe UI"/>
          <w:sz w:val="21"/>
          <w:szCs w:val="21"/>
        </w:rPr>
        <w:t>，它是微軟推出的一系列人工智慧輔助工具的統稱，整合在多個產品中，目的是幫助使用者更高效地完成工作。以下是一些常見的</w:t>
      </w:r>
      <w:r>
        <w:rPr>
          <w:rFonts w:ascii="Segoe UI" w:hAnsi="Segoe UI" w:cs="Segoe UI"/>
          <w:sz w:val="21"/>
          <w:szCs w:val="21"/>
        </w:rPr>
        <w:t xml:space="preserve"> MS Copilot </w:t>
      </w:r>
      <w:r>
        <w:rPr>
          <w:rFonts w:ascii="Segoe UI" w:hAnsi="Segoe UI" w:cs="Segoe UI"/>
          <w:sz w:val="21"/>
          <w:szCs w:val="21"/>
        </w:rPr>
        <w:t>應用場景：</w:t>
      </w:r>
    </w:p>
    <w:p w14:paraId="737878E3" w14:textId="77777777" w:rsidR="008845B8" w:rsidRDefault="008845B8" w:rsidP="008845B8">
      <w:pPr>
        <w:pStyle w:val="3"/>
        <w:spacing w:line="300" w:lineRule="atLeast"/>
        <w:rPr>
          <w:rFonts w:ascii="Segoe UI" w:hAnsi="Segoe UI" w:cs="Segoe UI"/>
          <w:sz w:val="27"/>
          <w:szCs w:val="27"/>
        </w:rPr>
      </w:pPr>
      <w:r>
        <w:rPr>
          <w:rFonts w:ascii="Segoe UI Emoji" w:hAnsi="Segoe UI Emoji" w:cs="Segoe UI Emoji"/>
        </w:rPr>
        <w:t>🧠</w:t>
      </w:r>
      <w:r>
        <w:rPr>
          <w:rFonts w:ascii="Segoe UI" w:hAnsi="Segoe UI" w:cs="Segoe UI"/>
        </w:rPr>
        <w:t xml:space="preserve"> MS Copilot </w:t>
      </w:r>
      <w:r>
        <w:rPr>
          <w:rFonts w:ascii="Segoe UI" w:hAnsi="Segoe UI" w:cs="Segoe UI"/>
        </w:rPr>
        <w:t>的代表意義與功能</w:t>
      </w:r>
    </w:p>
    <w:p w14:paraId="6FC2A116" w14:textId="77777777" w:rsidR="008845B8" w:rsidRDefault="008845B8" w:rsidP="008845B8">
      <w:pPr>
        <w:pStyle w:val="Web"/>
        <w:numPr>
          <w:ilvl w:val="0"/>
          <w:numId w:val="15"/>
        </w:num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Copilot for Microsoft 365</w:t>
      </w:r>
      <w:r>
        <w:rPr>
          <w:rFonts w:ascii="Segoe UI" w:hAnsi="Segoe UI" w:cs="Segoe UI"/>
          <w:sz w:val="21"/>
          <w:szCs w:val="21"/>
        </w:rPr>
        <w:t xml:space="preserve"> </w:t>
      </w:r>
    </w:p>
    <w:p w14:paraId="18AAB651" w14:textId="77777777" w:rsidR="008845B8" w:rsidRDefault="008845B8" w:rsidP="008845B8">
      <w:pPr>
        <w:widowControl/>
        <w:numPr>
          <w:ilvl w:val="1"/>
          <w:numId w:val="15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整合在</w:t>
      </w:r>
      <w:r>
        <w:rPr>
          <w:rFonts w:ascii="Segoe UI" w:hAnsi="Segoe UI" w:cs="Segoe UI"/>
          <w:sz w:val="21"/>
          <w:szCs w:val="21"/>
        </w:rPr>
        <w:t xml:space="preserve"> Word</w:t>
      </w:r>
      <w:r>
        <w:rPr>
          <w:rFonts w:ascii="Segoe UI" w:hAnsi="Segoe UI" w:cs="Segoe UI"/>
          <w:sz w:val="21"/>
          <w:szCs w:val="21"/>
        </w:rPr>
        <w:t>、</w:t>
      </w:r>
      <w:r>
        <w:rPr>
          <w:rFonts w:ascii="Segoe UI" w:hAnsi="Segoe UI" w:cs="Segoe UI"/>
          <w:sz w:val="21"/>
          <w:szCs w:val="21"/>
        </w:rPr>
        <w:t>Excel</w:t>
      </w:r>
      <w:r>
        <w:rPr>
          <w:rFonts w:ascii="Segoe UI" w:hAnsi="Segoe UI" w:cs="Segoe UI"/>
          <w:sz w:val="21"/>
          <w:szCs w:val="21"/>
        </w:rPr>
        <w:t>、</w:t>
      </w:r>
      <w:r>
        <w:rPr>
          <w:rFonts w:ascii="Segoe UI" w:hAnsi="Segoe UI" w:cs="Segoe UI"/>
          <w:sz w:val="21"/>
          <w:szCs w:val="21"/>
        </w:rPr>
        <w:t>PowerPoint</w:t>
      </w:r>
      <w:r>
        <w:rPr>
          <w:rFonts w:ascii="Segoe UI" w:hAnsi="Segoe UI" w:cs="Segoe UI"/>
          <w:sz w:val="21"/>
          <w:szCs w:val="21"/>
        </w:rPr>
        <w:t>、</w:t>
      </w:r>
      <w:r>
        <w:rPr>
          <w:rFonts w:ascii="Segoe UI" w:hAnsi="Segoe UI" w:cs="Segoe UI"/>
          <w:sz w:val="21"/>
          <w:szCs w:val="21"/>
        </w:rPr>
        <w:t xml:space="preserve">Outlook </w:t>
      </w:r>
      <w:r>
        <w:rPr>
          <w:rFonts w:ascii="Segoe UI" w:hAnsi="Segoe UI" w:cs="Segoe UI"/>
          <w:sz w:val="21"/>
          <w:szCs w:val="21"/>
        </w:rPr>
        <w:t>等</w:t>
      </w:r>
      <w:r>
        <w:rPr>
          <w:rFonts w:ascii="Segoe UI" w:hAnsi="Segoe UI" w:cs="Segoe UI"/>
          <w:sz w:val="21"/>
          <w:szCs w:val="21"/>
        </w:rPr>
        <w:t xml:space="preserve"> Office </w:t>
      </w:r>
      <w:r>
        <w:rPr>
          <w:rFonts w:ascii="Segoe UI" w:hAnsi="Segoe UI" w:cs="Segoe UI"/>
          <w:sz w:val="21"/>
          <w:szCs w:val="21"/>
        </w:rPr>
        <w:t>應用中。</w:t>
      </w:r>
    </w:p>
    <w:p w14:paraId="6820F580" w14:textId="77777777" w:rsidR="008845B8" w:rsidRDefault="008845B8" w:rsidP="008845B8">
      <w:pPr>
        <w:widowControl/>
        <w:numPr>
          <w:ilvl w:val="1"/>
          <w:numId w:val="15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功能包括自動撰寫文件、分析資料、生成簡報、回覆郵件等。</w:t>
      </w:r>
    </w:p>
    <w:p w14:paraId="5377128E" w14:textId="77777777" w:rsidR="008845B8" w:rsidRDefault="008845B8" w:rsidP="008845B8">
      <w:pPr>
        <w:pStyle w:val="Web"/>
        <w:numPr>
          <w:ilvl w:val="0"/>
          <w:numId w:val="15"/>
        </w:num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GitHub Copilot</w:t>
      </w:r>
      <w:r>
        <w:rPr>
          <w:rFonts w:ascii="Segoe UI" w:hAnsi="Segoe UI" w:cs="Segoe UI"/>
          <w:sz w:val="21"/>
          <w:szCs w:val="21"/>
        </w:rPr>
        <w:t xml:space="preserve"> </w:t>
      </w:r>
    </w:p>
    <w:p w14:paraId="1A0FB05F" w14:textId="77777777" w:rsidR="008845B8" w:rsidRDefault="008845B8" w:rsidP="008845B8">
      <w:pPr>
        <w:widowControl/>
        <w:numPr>
          <w:ilvl w:val="1"/>
          <w:numId w:val="15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為程式開發者設計的</w:t>
      </w:r>
      <w:r>
        <w:rPr>
          <w:rFonts w:ascii="Segoe UI" w:hAnsi="Segoe UI" w:cs="Segoe UI"/>
          <w:sz w:val="21"/>
          <w:szCs w:val="21"/>
        </w:rPr>
        <w:t xml:space="preserve"> AI </w:t>
      </w:r>
      <w:r>
        <w:rPr>
          <w:rFonts w:ascii="Segoe UI" w:hAnsi="Segoe UI" w:cs="Segoe UI"/>
          <w:sz w:val="21"/>
          <w:szCs w:val="21"/>
        </w:rPr>
        <w:t>編程助手。</w:t>
      </w:r>
    </w:p>
    <w:p w14:paraId="66EDFDBB" w14:textId="77777777" w:rsidR="008845B8" w:rsidRDefault="008845B8" w:rsidP="008845B8">
      <w:pPr>
        <w:widowControl/>
        <w:numPr>
          <w:ilvl w:val="1"/>
          <w:numId w:val="15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可以根據自然語言提示自動生成程式碼，支援多種語言如</w:t>
      </w:r>
      <w:r>
        <w:rPr>
          <w:rFonts w:ascii="Segoe UI" w:hAnsi="Segoe UI" w:cs="Segoe UI"/>
          <w:sz w:val="21"/>
          <w:szCs w:val="21"/>
        </w:rPr>
        <w:t xml:space="preserve"> Python</w:t>
      </w:r>
      <w:r>
        <w:rPr>
          <w:rFonts w:ascii="Segoe UI" w:hAnsi="Segoe UI" w:cs="Segoe UI"/>
          <w:sz w:val="21"/>
          <w:szCs w:val="21"/>
        </w:rPr>
        <w:t>、</w:t>
      </w:r>
      <w:r>
        <w:rPr>
          <w:rFonts w:ascii="Segoe UI" w:hAnsi="Segoe UI" w:cs="Segoe UI"/>
          <w:sz w:val="21"/>
          <w:szCs w:val="21"/>
        </w:rPr>
        <w:t xml:space="preserve">JavaScript </w:t>
      </w:r>
      <w:r>
        <w:rPr>
          <w:rFonts w:ascii="Segoe UI" w:hAnsi="Segoe UI" w:cs="Segoe UI"/>
          <w:sz w:val="21"/>
          <w:szCs w:val="21"/>
        </w:rPr>
        <w:t>等。</w:t>
      </w:r>
    </w:p>
    <w:p w14:paraId="532BEB3D" w14:textId="77777777" w:rsidR="008845B8" w:rsidRDefault="008845B8" w:rsidP="008845B8">
      <w:pPr>
        <w:pStyle w:val="Web"/>
        <w:numPr>
          <w:ilvl w:val="0"/>
          <w:numId w:val="15"/>
        </w:num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Copilot in Windows</w:t>
      </w:r>
      <w:r>
        <w:rPr>
          <w:rFonts w:ascii="Segoe UI" w:hAnsi="Segoe UI" w:cs="Segoe UI"/>
          <w:sz w:val="21"/>
          <w:szCs w:val="21"/>
        </w:rPr>
        <w:t xml:space="preserve"> </w:t>
      </w:r>
    </w:p>
    <w:p w14:paraId="56EC6A1C" w14:textId="77777777" w:rsidR="008845B8" w:rsidRDefault="008845B8" w:rsidP="008845B8">
      <w:pPr>
        <w:widowControl/>
        <w:numPr>
          <w:ilvl w:val="1"/>
          <w:numId w:val="15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Windows </w:t>
      </w:r>
      <w:r>
        <w:rPr>
          <w:rFonts w:ascii="Segoe UI" w:hAnsi="Segoe UI" w:cs="Segoe UI"/>
          <w:sz w:val="21"/>
          <w:szCs w:val="21"/>
        </w:rPr>
        <w:t>系統內建的</w:t>
      </w:r>
      <w:r>
        <w:rPr>
          <w:rFonts w:ascii="Segoe UI" w:hAnsi="Segoe UI" w:cs="Segoe UI"/>
          <w:sz w:val="21"/>
          <w:szCs w:val="21"/>
        </w:rPr>
        <w:t xml:space="preserve"> AI </w:t>
      </w:r>
      <w:r>
        <w:rPr>
          <w:rFonts w:ascii="Segoe UI" w:hAnsi="Segoe UI" w:cs="Segoe UI"/>
          <w:sz w:val="21"/>
          <w:szCs w:val="21"/>
        </w:rPr>
        <w:t>助手，支援系統操作、搜尋、設定調整等。</w:t>
      </w:r>
    </w:p>
    <w:p w14:paraId="46AFA40A" w14:textId="77777777" w:rsidR="008845B8" w:rsidRDefault="008845B8" w:rsidP="008845B8">
      <w:pPr>
        <w:pStyle w:val="Web"/>
        <w:numPr>
          <w:ilvl w:val="0"/>
          <w:numId w:val="15"/>
        </w:num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Copilot Studio</w:t>
      </w:r>
      <w:r>
        <w:rPr>
          <w:rFonts w:ascii="Segoe UI" w:hAnsi="Segoe UI" w:cs="Segoe UI"/>
          <w:sz w:val="21"/>
          <w:szCs w:val="21"/>
        </w:rPr>
        <w:t xml:space="preserve"> </w:t>
      </w:r>
    </w:p>
    <w:p w14:paraId="5B34F4BD" w14:textId="77777777" w:rsidR="008845B8" w:rsidRDefault="008845B8" w:rsidP="008845B8">
      <w:pPr>
        <w:widowControl/>
        <w:numPr>
          <w:ilvl w:val="1"/>
          <w:numId w:val="15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讓企業或開發者自訂自己的</w:t>
      </w:r>
      <w:r>
        <w:rPr>
          <w:rFonts w:ascii="Segoe UI" w:hAnsi="Segoe UI" w:cs="Segoe UI"/>
          <w:sz w:val="21"/>
          <w:szCs w:val="21"/>
        </w:rPr>
        <w:t xml:space="preserve"> Copilot</w:t>
      </w:r>
      <w:r>
        <w:rPr>
          <w:rFonts w:ascii="Segoe UI" w:hAnsi="Segoe UI" w:cs="Segoe UI"/>
          <w:sz w:val="21"/>
          <w:szCs w:val="21"/>
        </w:rPr>
        <w:t>，整合特定資料來源與流程。</w:t>
      </w:r>
    </w:p>
    <w:p w14:paraId="199DE016" w14:textId="77777777" w:rsidR="008845B8" w:rsidRDefault="008845B8" w:rsidP="008845B8">
      <w:pPr>
        <w:pStyle w:val="3"/>
        <w:spacing w:line="300" w:lineRule="atLeast"/>
        <w:rPr>
          <w:rFonts w:ascii="Segoe UI" w:hAnsi="Segoe UI" w:cs="Segoe UI"/>
          <w:sz w:val="27"/>
          <w:szCs w:val="27"/>
        </w:rPr>
      </w:pPr>
      <w:r>
        <w:rPr>
          <w:rFonts w:ascii="Segoe UI Emoji" w:hAnsi="Segoe UI Emoji" w:cs="Segoe UI Emoji"/>
        </w:rPr>
        <w:t>🧩</w:t>
      </w:r>
      <w:r>
        <w:rPr>
          <w:rFonts w:ascii="Segoe UI" w:hAnsi="Segoe UI" w:cs="Segoe UI"/>
        </w:rPr>
        <w:t xml:space="preserve"> “Copilot” </w:t>
      </w:r>
      <w:r>
        <w:rPr>
          <w:rFonts w:ascii="Segoe UI" w:hAnsi="Segoe UI" w:cs="Segoe UI"/>
        </w:rPr>
        <w:t>的命名含義</w:t>
      </w:r>
    </w:p>
    <w:p w14:paraId="58AA7545" w14:textId="77777777" w:rsidR="008845B8" w:rsidRDefault="008845B8" w:rsidP="008845B8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“Copilot” </w:t>
      </w:r>
      <w:r>
        <w:rPr>
          <w:rFonts w:ascii="Segoe UI" w:hAnsi="Segoe UI" w:cs="Segoe UI"/>
          <w:sz w:val="21"/>
          <w:szCs w:val="21"/>
        </w:rPr>
        <w:t>原意是「副駕駛」，象徵</w:t>
      </w:r>
      <w:r>
        <w:rPr>
          <w:rFonts w:ascii="Segoe UI" w:hAnsi="Segoe UI" w:cs="Segoe UI"/>
          <w:sz w:val="21"/>
          <w:szCs w:val="21"/>
        </w:rPr>
        <w:t xml:space="preserve"> AI </w:t>
      </w:r>
      <w:r>
        <w:rPr>
          <w:rFonts w:ascii="Segoe UI" w:hAnsi="Segoe UI" w:cs="Segoe UI"/>
          <w:sz w:val="21"/>
          <w:szCs w:val="21"/>
        </w:rPr>
        <w:t>是你的工作夥伴，協助你完成任務，但最終的決策仍由你掌控。</w:t>
      </w:r>
    </w:p>
    <w:p w14:paraId="1E61CAA2" w14:textId="77777777" w:rsidR="008845B8" w:rsidRDefault="004E097D" w:rsidP="008845B8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74848DCB">
          <v:rect id="_x0000_i1032" style="width:0;height:1.5pt" o:hralign="center" o:hrstd="t" o:hr="t" fillcolor="#a0a0a0" stroked="f"/>
        </w:pict>
      </w:r>
    </w:p>
    <w:p w14:paraId="28A77847" w14:textId="77777777" w:rsidR="008845B8" w:rsidRDefault="008845B8" w:rsidP="008845B8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你是想了解哪一種</w:t>
      </w:r>
      <w:r>
        <w:rPr>
          <w:rFonts w:ascii="Segoe UI" w:hAnsi="Segoe UI" w:cs="Segoe UI"/>
          <w:sz w:val="21"/>
          <w:szCs w:val="21"/>
        </w:rPr>
        <w:t xml:space="preserve"> Copilot </w:t>
      </w:r>
      <w:r>
        <w:rPr>
          <w:rFonts w:ascii="Segoe UI" w:hAnsi="Segoe UI" w:cs="Segoe UI"/>
          <w:sz w:val="21"/>
          <w:szCs w:val="21"/>
        </w:rPr>
        <w:t>的功能呢？例如</w:t>
      </w:r>
      <w:r>
        <w:rPr>
          <w:rFonts w:ascii="Segoe UI" w:hAnsi="Segoe UI" w:cs="Segoe UI"/>
          <w:sz w:val="21"/>
          <w:szCs w:val="21"/>
        </w:rPr>
        <w:t xml:space="preserve"> Word </w:t>
      </w:r>
      <w:r>
        <w:rPr>
          <w:rFonts w:ascii="Segoe UI" w:hAnsi="Segoe UI" w:cs="Segoe UI"/>
          <w:sz w:val="21"/>
          <w:szCs w:val="21"/>
        </w:rPr>
        <w:t>裡的</w:t>
      </w:r>
      <w:r>
        <w:rPr>
          <w:rFonts w:ascii="Segoe UI" w:hAnsi="Segoe UI" w:cs="Segoe UI"/>
          <w:sz w:val="21"/>
          <w:szCs w:val="21"/>
        </w:rPr>
        <w:t xml:space="preserve"> Copilot</w:t>
      </w:r>
      <w:r>
        <w:rPr>
          <w:rFonts w:ascii="Segoe UI" w:hAnsi="Segoe UI" w:cs="Segoe UI"/>
          <w:sz w:val="21"/>
          <w:szCs w:val="21"/>
        </w:rPr>
        <w:t>、程式開發用的</w:t>
      </w:r>
      <w:r>
        <w:rPr>
          <w:rFonts w:ascii="Segoe UI" w:hAnsi="Segoe UI" w:cs="Segoe UI"/>
          <w:sz w:val="21"/>
          <w:szCs w:val="21"/>
        </w:rPr>
        <w:t xml:space="preserve"> GitHub Copilot</w:t>
      </w:r>
      <w:r>
        <w:rPr>
          <w:rFonts w:ascii="Segoe UI" w:hAnsi="Segoe UI" w:cs="Segoe UI"/>
          <w:sz w:val="21"/>
          <w:szCs w:val="21"/>
        </w:rPr>
        <w:t>，還是</w:t>
      </w:r>
      <w:r>
        <w:rPr>
          <w:rFonts w:ascii="Segoe UI" w:hAnsi="Segoe UI" w:cs="Segoe UI"/>
          <w:sz w:val="21"/>
          <w:szCs w:val="21"/>
        </w:rPr>
        <w:t xml:space="preserve"> Windows </w:t>
      </w:r>
      <w:r>
        <w:rPr>
          <w:rFonts w:ascii="Segoe UI" w:hAnsi="Segoe UI" w:cs="Segoe UI"/>
          <w:sz w:val="21"/>
          <w:szCs w:val="21"/>
        </w:rPr>
        <w:t>系統裡的？我可以幫你深入介紹。</w:t>
      </w:r>
    </w:p>
    <w:p w14:paraId="2356C1DD" w14:textId="77777777" w:rsidR="00134D7E" w:rsidRDefault="004E097D" w:rsidP="00617718">
      <w:pPr>
        <w:mirrorIndents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pict w14:anchorId="68FDCE06">
          <v:rect id="_x0000_i1033" style="width:0;height:.75pt" o:hralign="center" o:bullet="t" o:hrstd="t" o:hrnoshade="t" o:hr="t" fillcolor="#404040" stroked="f"/>
        </w:pict>
      </w:r>
    </w:p>
    <w:p w14:paraId="616F5BCA" w14:textId="225AA46D" w:rsidR="008845B8" w:rsidRDefault="008845B8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0A629DAD" w14:textId="22552F74" w:rsidR="00617718" w:rsidRDefault="00CB45E5" w:rsidP="008845B8">
      <w:pPr>
        <w:pStyle w:val="font12-pink"/>
      </w:pPr>
      <w:r>
        <w:lastRenderedPageBreak/>
        <w:sym w:font="Wingdings" w:char="F03F"/>
      </w:r>
      <w:r w:rsidR="008845B8" w:rsidRPr="008845B8">
        <w:rPr>
          <w:rFonts w:hint="eastAsia"/>
        </w:rPr>
        <w:t>在我的</w:t>
      </w:r>
      <w:r w:rsidR="008845B8" w:rsidRPr="008845B8">
        <w:rPr>
          <w:rFonts w:hint="eastAsia"/>
        </w:rPr>
        <w:t xml:space="preserve"> [copilot</w:t>
      </w:r>
      <w:r w:rsidR="008845B8" w:rsidRPr="008845B8">
        <w:rPr>
          <w:rFonts w:hint="eastAsia"/>
        </w:rPr>
        <w:t>及</w:t>
      </w:r>
      <w:r w:rsidR="008845B8" w:rsidRPr="008845B8">
        <w:rPr>
          <w:rFonts w:hint="eastAsia"/>
        </w:rPr>
        <w:t xml:space="preserve">office] </w:t>
      </w:r>
      <w:r w:rsidR="008845B8" w:rsidRPr="008845B8">
        <w:rPr>
          <w:rFonts w:hint="eastAsia"/>
        </w:rPr>
        <w:t>課程中建立一個成功評分指標</w:t>
      </w:r>
    </w:p>
    <w:p w14:paraId="55DB7767" w14:textId="77777777" w:rsidR="008845B8" w:rsidRDefault="008845B8" w:rsidP="00617718">
      <w:pPr>
        <w:mirrorIndents/>
        <w:rPr>
          <w:rFonts w:ascii="Times New Roman" w:eastAsia="標楷體" w:hAnsi="Times New Roman" w:cs="Times New Roman"/>
        </w:rPr>
      </w:pPr>
    </w:p>
    <w:p w14:paraId="5BDF9FB5" w14:textId="77777777" w:rsidR="0017246F" w:rsidRDefault="0017246F" w:rsidP="0017246F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建立一個成功評分指標（</w:t>
      </w:r>
      <w:r>
        <w:rPr>
          <w:rFonts w:ascii="Segoe UI" w:hAnsi="Segoe UI" w:cs="Segoe UI"/>
          <w:sz w:val="21"/>
          <w:szCs w:val="21"/>
        </w:rPr>
        <w:t>Success Metrics</w:t>
      </w:r>
      <w:r>
        <w:rPr>
          <w:rFonts w:ascii="Segoe UI" w:hAnsi="Segoe UI" w:cs="Segoe UI"/>
          <w:sz w:val="21"/>
          <w:szCs w:val="21"/>
        </w:rPr>
        <w:t>）可以幫助你在</w:t>
      </w:r>
      <w:r>
        <w:rPr>
          <w:rFonts w:ascii="Segoe UI" w:hAnsi="Segoe UI" w:cs="Segoe UI"/>
          <w:sz w:val="21"/>
          <w:szCs w:val="21"/>
        </w:rPr>
        <w:t xml:space="preserve"> [Copilot </w:t>
      </w:r>
      <w:r>
        <w:rPr>
          <w:rFonts w:ascii="Segoe UI" w:hAnsi="Segoe UI" w:cs="Segoe UI"/>
          <w:sz w:val="21"/>
          <w:szCs w:val="21"/>
        </w:rPr>
        <w:t>及</w:t>
      </w:r>
      <w:r>
        <w:rPr>
          <w:rFonts w:ascii="Segoe UI" w:hAnsi="Segoe UI" w:cs="Segoe UI"/>
          <w:sz w:val="21"/>
          <w:szCs w:val="21"/>
        </w:rPr>
        <w:t xml:space="preserve"> Office] </w:t>
      </w:r>
      <w:r>
        <w:rPr>
          <w:rFonts w:ascii="Segoe UI" w:hAnsi="Segoe UI" w:cs="Segoe UI"/>
          <w:sz w:val="21"/>
          <w:szCs w:val="21"/>
        </w:rPr>
        <w:t>課程中更清楚地衡量學習成果與教學成效。以下是一個可行的評分指標架構，你可以根據課程內容進行調整：</w:t>
      </w:r>
    </w:p>
    <w:p w14:paraId="2CFECFDA" w14:textId="77777777" w:rsidR="0017246F" w:rsidRDefault="004E097D" w:rsidP="0017246F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45320079">
          <v:rect id="_x0000_i1034" style="width:0;height:1.5pt" o:hralign="center" o:hrstd="t" o:hr="t" fillcolor="#a0a0a0" stroked="f"/>
        </w:pict>
      </w:r>
    </w:p>
    <w:p w14:paraId="4678A3A7" w14:textId="77777777" w:rsidR="0017246F" w:rsidRDefault="0017246F" w:rsidP="0017246F">
      <w:pPr>
        <w:pStyle w:val="2"/>
        <w:spacing w:line="300" w:lineRule="atLeast"/>
        <w:rPr>
          <w:rFonts w:ascii="Segoe UI" w:hAnsi="Segoe UI" w:cs="Segoe UI"/>
          <w:sz w:val="36"/>
          <w:szCs w:val="36"/>
        </w:rPr>
      </w:pPr>
      <w:r>
        <w:rPr>
          <w:rFonts w:ascii="Segoe UI Emoji" w:hAnsi="Segoe UI Emoji" w:cs="Segoe UI Emoji"/>
        </w:rPr>
        <w:t>✅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成功評分指標架構（</w:t>
      </w:r>
      <w:r>
        <w:rPr>
          <w:rFonts w:ascii="Segoe UI" w:hAnsi="Segoe UI" w:cs="Segoe UI"/>
        </w:rPr>
        <w:t xml:space="preserve">Copilot </w:t>
      </w:r>
      <w:r>
        <w:rPr>
          <w:rFonts w:ascii="Segoe UI" w:hAnsi="Segoe UI" w:cs="Segoe UI"/>
        </w:rPr>
        <w:t>及</w:t>
      </w:r>
      <w:r>
        <w:rPr>
          <w:rFonts w:ascii="Segoe UI" w:hAnsi="Segoe UI" w:cs="Segoe UI"/>
        </w:rPr>
        <w:t xml:space="preserve"> Office </w:t>
      </w:r>
      <w:r>
        <w:rPr>
          <w:rFonts w:ascii="Segoe UI" w:hAnsi="Segoe UI" w:cs="Segoe UI"/>
        </w:rPr>
        <w:t>課程）</w:t>
      </w:r>
    </w:p>
    <w:p w14:paraId="1D2B261F" w14:textId="77777777" w:rsidR="0017246F" w:rsidRDefault="0017246F" w:rsidP="0017246F">
      <w:pPr>
        <w:pStyle w:val="3"/>
        <w:spacing w:line="300" w:lineRule="atLeast"/>
        <w:rPr>
          <w:rFonts w:ascii="Segoe UI" w:hAnsi="Segoe UI" w:cs="Segoe UI"/>
        </w:rPr>
      </w:pPr>
      <w:r>
        <w:rPr>
          <w:rFonts w:ascii="Segoe UI" w:hAnsi="Segoe UI" w:cs="Segoe UI"/>
        </w:rPr>
        <w:t>一、學習成果指標（</w:t>
      </w:r>
      <w:r>
        <w:rPr>
          <w:rFonts w:ascii="Segoe UI" w:hAnsi="Segoe UI" w:cs="Segoe UI"/>
        </w:rPr>
        <w:t>Learning Outcomes</w:t>
      </w:r>
      <w:r>
        <w:rPr>
          <w:rFonts w:ascii="Segoe UI" w:hAnsi="Segoe UI" w:cs="Segoe UI"/>
        </w:rPr>
        <w:t>）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0"/>
        <w:gridCol w:w="3323"/>
        <w:gridCol w:w="533"/>
      </w:tblGrid>
      <w:tr w:rsidR="0017246F" w14:paraId="34BBDAC9" w14:textId="77777777" w:rsidTr="0017246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B622EAF" w14:textId="77777777" w:rsidR="0017246F" w:rsidRDefault="0017246F">
            <w:pPr>
              <w:jc w:val="center"/>
              <w:rPr>
                <w:rFonts w:ascii="新細明體" w:hAnsi="新細明體" w:cs="新細明體"/>
                <w:b/>
                <w:bCs/>
              </w:rPr>
            </w:pPr>
            <w:r>
              <w:rPr>
                <w:b/>
                <w:bCs/>
              </w:rPr>
              <w:t>指標項目</w:t>
            </w:r>
          </w:p>
        </w:tc>
        <w:tc>
          <w:tcPr>
            <w:tcW w:w="0" w:type="auto"/>
            <w:vAlign w:val="center"/>
            <w:hideMark/>
          </w:tcPr>
          <w:p w14:paraId="20A5A4A0" w14:textId="77777777" w:rsidR="0017246F" w:rsidRDefault="00172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評分標準</w:t>
            </w:r>
          </w:p>
        </w:tc>
        <w:tc>
          <w:tcPr>
            <w:tcW w:w="0" w:type="auto"/>
            <w:vAlign w:val="center"/>
            <w:hideMark/>
          </w:tcPr>
          <w:p w14:paraId="0DA958AF" w14:textId="77777777" w:rsidR="0017246F" w:rsidRDefault="00172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權重</w:t>
            </w:r>
          </w:p>
        </w:tc>
      </w:tr>
      <w:tr w:rsidR="0017246F" w14:paraId="1AEF47C3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C5271D" w14:textId="77777777" w:rsidR="0017246F" w:rsidRDefault="0017246F">
            <w:r>
              <w:t>能正確使用</w:t>
            </w:r>
            <w:r>
              <w:t xml:space="preserve"> Copilot </w:t>
            </w:r>
            <w:r>
              <w:t>功能（如</w:t>
            </w:r>
            <w:r>
              <w:t xml:space="preserve"> Word </w:t>
            </w:r>
            <w:r>
              <w:t>自動撰寫、</w:t>
            </w:r>
            <w:r>
              <w:t xml:space="preserve">Excel </w:t>
            </w:r>
            <w:r>
              <w:t>分析）</w:t>
            </w:r>
          </w:p>
        </w:tc>
        <w:tc>
          <w:tcPr>
            <w:tcW w:w="0" w:type="auto"/>
            <w:vAlign w:val="center"/>
            <w:hideMark/>
          </w:tcPr>
          <w:p w14:paraId="177A5210" w14:textId="77777777" w:rsidR="0017246F" w:rsidRDefault="0017246F">
            <w:r>
              <w:t>完成指定任務且無錯誤</w:t>
            </w:r>
          </w:p>
        </w:tc>
        <w:tc>
          <w:tcPr>
            <w:tcW w:w="0" w:type="auto"/>
            <w:vAlign w:val="center"/>
            <w:hideMark/>
          </w:tcPr>
          <w:p w14:paraId="4AAAF113" w14:textId="77777777" w:rsidR="0017246F" w:rsidRDefault="0017246F">
            <w:r>
              <w:t>25%</w:t>
            </w:r>
          </w:p>
        </w:tc>
      </w:tr>
      <w:tr w:rsidR="0017246F" w14:paraId="4C46CF5F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A0BFDB" w14:textId="77777777" w:rsidR="0017246F" w:rsidRDefault="0017246F">
            <w:r>
              <w:t>能在</w:t>
            </w:r>
            <w:r>
              <w:t xml:space="preserve"> Office </w:t>
            </w:r>
            <w:r>
              <w:t>中整合</w:t>
            </w:r>
            <w:r>
              <w:t xml:space="preserve"> AI </w:t>
            </w:r>
            <w:r>
              <w:t>工具完成實務任務</w:t>
            </w:r>
          </w:p>
        </w:tc>
        <w:tc>
          <w:tcPr>
            <w:tcW w:w="0" w:type="auto"/>
            <w:vAlign w:val="center"/>
            <w:hideMark/>
          </w:tcPr>
          <w:p w14:paraId="79ED215A" w14:textId="77777777" w:rsidR="0017246F" w:rsidRDefault="0017246F">
            <w:r>
              <w:t>成功完成案例任務（如簡報製作、報表分析）</w:t>
            </w:r>
          </w:p>
        </w:tc>
        <w:tc>
          <w:tcPr>
            <w:tcW w:w="0" w:type="auto"/>
            <w:vAlign w:val="center"/>
            <w:hideMark/>
          </w:tcPr>
          <w:p w14:paraId="19257003" w14:textId="77777777" w:rsidR="0017246F" w:rsidRDefault="0017246F">
            <w:r>
              <w:t>25%</w:t>
            </w:r>
          </w:p>
        </w:tc>
      </w:tr>
      <w:tr w:rsidR="0017246F" w14:paraId="1CCD0EA8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8E56C3" w14:textId="77777777" w:rsidR="0017246F" w:rsidRDefault="0017246F">
            <w:r>
              <w:t>能解釋</w:t>
            </w:r>
            <w:r>
              <w:t xml:space="preserve"> Copilot </w:t>
            </w:r>
            <w:r>
              <w:t>的原理與應用場景</w:t>
            </w:r>
          </w:p>
        </w:tc>
        <w:tc>
          <w:tcPr>
            <w:tcW w:w="0" w:type="auto"/>
            <w:vAlign w:val="center"/>
            <w:hideMark/>
          </w:tcPr>
          <w:p w14:paraId="16A35C38" w14:textId="77777777" w:rsidR="0017246F" w:rsidRDefault="0017246F">
            <w:r>
              <w:t>清楚說明並舉例</w:t>
            </w:r>
          </w:p>
        </w:tc>
        <w:tc>
          <w:tcPr>
            <w:tcW w:w="0" w:type="auto"/>
            <w:vAlign w:val="center"/>
            <w:hideMark/>
          </w:tcPr>
          <w:p w14:paraId="1415A0F8" w14:textId="77777777" w:rsidR="0017246F" w:rsidRDefault="0017246F">
            <w:r>
              <w:t>15%</w:t>
            </w:r>
          </w:p>
        </w:tc>
      </w:tr>
      <w:tr w:rsidR="0017246F" w14:paraId="3034F805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B7FE3B" w14:textId="77777777" w:rsidR="0017246F" w:rsidRDefault="0017246F">
            <w:r>
              <w:t>能提出創新使用方式或應用建議</w:t>
            </w:r>
          </w:p>
        </w:tc>
        <w:tc>
          <w:tcPr>
            <w:tcW w:w="0" w:type="auto"/>
            <w:vAlign w:val="center"/>
            <w:hideMark/>
          </w:tcPr>
          <w:p w14:paraId="0AA0BD95" w14:textId="77777777" w:rsidR="0017246F" w:rsidRDefault="0017246F">
            <w:r>
              <w:t>有創意且具可行性</w:t>
            </w:r>
          </w:p>
        </w:tc>
        <w:tc>
          <w:tcPr>
            <w:tcW w:w="0" w:type="auto"/>
            <w:vAlign w:val="center"/>
            <w:hideMark/>
          </w:tcPr>
          <w:p w14:paraId="5395ADAF" w14:textId="77777777" w:rsidR="0017246F" w:rsidRDefault="0017246F">
            <w:r>
              <w:t>10%</w:t>
            </w:r>
          </w:p>
        </w:tc>
      </w:tr>
    </w:tbl>
    <w:p w14:paraId="7B1BA01E" w14:textId="77777777" w:rsidR="0017246F" w:rsidRDefault="004E097D" w:rsidP="0017246F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2A48FF2B">
          <v:rect id="_x0000_i1035" style="width:0;height:1.5pt" o:hralign="center" o:hrstd="t" o:hr="t" fillcolor="#a0a0a0" stroked="f"/>
        </w:pict>
      </w:r>
    </w:p>
    <w:p w14:paraId="6DDAA9F6" w14:textId="77777777" w:rsidR="0017246F" w:rsidRDefault="0017246F" w:rsidP="0017246F">
      <w:pPr>
        <w:pStyle w:val="3"/>
        <w:spacing w:line="300" w:lineRule="atLeast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</w:rPr>
        <w:t>二、參與度與互動指標（</w:t>
      </w:r>
      <w:r>
        <w:rPr>
          <w:rFonts w:ascii="Segoe UI" w:hAnsi="Segoe UI" w:cs="Segoe UI"/>
        </w:rPr>
        <w:t>Engagement &amp; Interaction</w:t>
      </w:r>
      <w:r>
        <w:rPr>
          <w:rFonts w:ascii="Segoe UI" w:hAnsi="Segoe UI" w:cs="Segoe UI"/>
        </w:rPr>
        <w:t>）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5"/>
        <w:gridCol w:w="2220"/>
        <w:gridCol w:w="556"/>
      </w:tblGrid>
      <w:tr w:rsidR="0017246F" w14:paraId="5576EF30" w14:textId="77777777" w:rsidTr="0017246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8B7475D" w14:textId="77777777" w:rsidR="0017246F" w:rsidRDefault="0017246F">
            <w:pPr>
              <w:jc w:val="center"/>
              <w:rPr>
                <w:rFonts w:ascii="新細明體" w:hAnsi="新細明體" w:cs="新細明體"/>
                <w:b/>
                <w:bCs/>
              </w:rPr>
            </w:pPr>
            <w:r>
              <w:rPr>
                <w:b/>
                <w:bCs/>
              </w:rPr>
              <w:t>指標項目</w:t>
            </w:r>
          </w:p>
        </w:tc>
        <w:tc>
          <w:tcPr>
            <w:tcW w:w="0" w:type="auto"/>
            <w:vAlign w:val="center"/>
            <w:hideMark/>
          </w:tcPr>
          <w:p w14:paraId="2A39A483" w14:textId="77777777" w:rsidR="0017246F" w:rsidRDefault="00172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評分標準</w:t>
            </w:r>
          </w:p>
        </w:tc>
        <w:tc>
          <w:tcPr>
            <w:tcW w:w="0" w:type="auto"/>
            <w:vAlign w:val="center"/>
            <w:hideMark/>
          </w:tcPr>
          <w:p w14:paraId="0068F475" w14:textId="77777777" w:rsidR="0017246F" w:rsidRDefault="00172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權重</w:t>
            </w:r>
          </w:p>
        </w:tc>
      </w:tr>
      <w:tr w:rsidR="0017246F" w14:paraId="35B95A88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C2F79A" w14:textId="77777777" w:rsidR="0017246F" w:rsidRDefault="0017246F">
            <w:r>
              <w:t>課堂參與（發言、提問、互動）</w:t>
            </w:r>
          </w:p>
        </w:tc>
        <w:tc>
          <w:tcPr>
            <w:tcW w:w="0" w:type="auto"/>
            <w:vAlign w:val="center"/>
            <w:hideMark/>
          </w:tcPr>
          <w:p w14:paraId="28A1BE24" w14:textId="77777777" w:rsidR="0017246F" w:rsidRDefault="0017246F">
            <w:r>
              <w:t>積極參與討論與活動</w:t>
            </w:r>
          </w:p>
        </w:tc>
        <w:tc>
          <w:tcPr>
            <w:tcW w:w="0" w:type="auto"/>
            <w:vAlign w:val="center"/>
            <w:hideMark/>
          </w:tcPr>
          <w:p w14:paraId="600833D5" w14:textId="77777777" w:rsidR="0017246F" w:rsidRDefault="0017246F">
            <w:r>
              <w:t>10%</w:t>
            </w:r>
          </w:p>
        </w:tc>
      </w:tr>
      <w:tr w:rsidR="0017246F" w14:paraId="5F46BFE5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D2D951" w14:textId="77777777" w:rsidR="0017246F" w:rsidRDefault="0017246F">
            <w:r>
              <w:t>小組合作（協作任務）</w:t>
            </w:r>
          </w:p>
        </w:tc>
        <w:tc>
          <w:tcPr>
            <w:tcW w:w="0" w:type="auto"/>
            <w:vAlign w:val="center"/>
            <w:hideMark/>
          </w:tcPr>
          <w:p w14:paraId="0DE7BDF6" w14:textId="77777777" w:rsidR="0017246F" w:rsidRDefault="0017246F">
            <w:r>
              <w:t>有效溝通與分工</w:t>
            </w:r>
          </w:p>
        </w:tc>
        <w:tc>
          <w:tcPr>
            <w:tcW w:w="0" w:type="auto"/>
            <w:vAlign w:val="center"/>
            <w:hideMark/>
          </w:tcPr>
          <w:p w14:paraId="0E6F4F6D" w14:textId="77777777" w:rsidR="0017246F" w:rsidRDefault="0017246F">
            <w:r>
              <w:t>10%</w:t>
            </w:r>
          </w:p>
        </w:tc>
      </w:tr>
      <w:tr w:rsidR="0017246F" w14:paraId="04AA6708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3C8FFB" w14:textId="77777777" w:rsidR="0017246F" w:rsidRDefault="0017246F">
            <w:r>
              <w:t>回饋與反思（學習日誌或心得）</w:t>
            </w:r>
          </w:p>
        </w:tc>
        <w:tc>
          <w:tcPr>
            <w:tcW w:w="0" w:type="auto"/>
            <w:vAlign w:val="center"/>
            <w:hideMark/>
          </w:tcPr>
          <w:p w14:paraId="066C5738" w14:textId="77777777" w:rsidR="0017246F" w:rsidRDefault="0017246F">
            <w:r>
              <w:t>有深度的學習反思</w:t>
            </w:r>
          </w:p>
        </w:tc>
        <w:tc>
          <w:tcPr>
            <w:tcW w:w="0" w:type="auto"/>
            <w:vAlign w:val="center"/>
            <w:hideMark/>
          </w:tcPr>
          <w:p w14:paraId="055ABA51" w14:textId="77777777" w:rsidR="0017246F" w:rsidRDefault="0017246F">
            <w:r>
              <w:t>5%</w:t>
            </w:r>
          </w:p>
        </w:tc>
      </w:tr>
    </w:tbl>
    <w:p w14:paraId="183F5AD3" w14:textId="77777777" w:rsidR="0017246F" w:rsidRDefault="004E097D" w:rsidP="0017246F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4D71ECF6">
          <v:rect id="_x0000_i1036" style="width:0;height:1.5pt" o:hralign="center" o:hrstd="t" o:hr="t" fillcolor="#a0a0a0" stroked="f"/>
        </w:pict>
      </w:r>
    </w:p>
    <w:p w14:paraId="518C1DFA" w14:textId="77777777" w:rsidR="0017246F" w:rsidRDefault="0017246F" w:rsidP="0017246F">
      <w:pPr>
        <w:pStyle w:val="3"/>
        <w:spacing w:line="300" w:lineRule="atLeast"/>
        <w:rPr>
          <w:rFonts w:ascii="Segoe UI" w:hAnsi="Segoe UI" w:cs="Segoe UI"/>
          <w:sz w:val="27"/>
          <w:szCs w:val="27"/>
        </w:rPr>
      </w:pPr>
      <w:r>
        <w:rPr>
          <w:rFonts w:ascii="Segoe UI" w:hAnsi="Segoe UI" w:cs="Segoe UI"/>
        </w:rPr>
        <w:t>三、總分與等級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"/>
        <w:gridCol w:w="541"/>
        <w:gridCol w:w="3195"/>
      </w:tblGrid>
      <w:tr w:rsidR="0017246F" w14:paraId="24AF32F2" w14:textId="77777777" w:rsidTr="0017246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766EB0C" w14:textId="77777777" w:rsidR="0017246F" w:rsidRDefault="0017246F">
            <w:pPr>
              <w:jc w:val="center"/>
              <w:rPr>
                <w:rFonts w:ascii="新細明體" w:hAnsi="新細明體" w:cs="新細明體"/>
                <w:b/>
                <w:bCs/>
              </w:rPr>
            </w:pPr>
            <w:r>
              <w:rPr>
                <w:b/>
                <w:bCs/>
              </w:rPr>
              <w:t>分數範圍</w:t>
            </w:r>
          </w:p>
        </w:tc>
        <w:tc>
          <w:tcPr>
            <w:tcW w:w="0" w:type="auto"/>
            <w:vAlign w:val="center"/>
            <w:hideMark/>
          </w:tcPr>
          <w:p w14:paraId="1253DC11" w14:textId="77777777" w:rsidR="0017246F" w:rsidRDefault="00172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等級</w:t>
            </w:r>
          </w:p>
        </w:tc>
        <w:tc>
          <w:tcPr>
            <w:tcW w:w="0" w:type="auto"/>
            <w:vAlign w:val="center"/>
            <w:hideMark/>
          </w:tcPr>
          <w:p w14:paraId="362E2E33" w14:textId="77777777" w:rsidR="0017246F" w:rsidRDefault="00172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說明</w:t>
            </w:r>
          </w:p>
        </w:tc>
      </w:tr>
      <w:tr w:rsidR="0017246F" w14:paraId="1E45A52C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422E46" w14:textId="77777777" w:rsidR="0017246F" w:rsidRDefault="0017246F">
            <w:r>
              <w:t xml:space="preserve">90–100 </w:t>
            </w:r>
            <w:r>
              <w:t>分</w:t>
            </w:r>
          </w:p>
        </w:tc>
        <w:tc>
          <w:tcPr>
            <w:tcW w:w="0" w:type="auto"/>
            <w:vAlign w:val="center"/>
            <w:hideMark/>
          </w:tcPr>
          <w:p w14:paraId="35F634C2" w14:textId="77777777" w:rsidR="0017246F" w:rsidRDefault="0017246F">
            <w:r>
              <w:t>A</w:t>
            </w:r>
          </w:p>
        </w:tc>
        <w:tc>
          <w:tcPr>
            <w:tcW w:w="0" w:type="auto"/>
            <w:vAlign w:val="center"/>
            <w:hideMark/>
          </w:tcPr>
          <w:p w14:paraId="4152BDBC" w14:textId="77777777" w:rsidR="0017246F" w:rsidRDefault="0017246F">
            <w:r>
              <w:t>表現優異，具備獨立應用能力</w:t>
            </w:r>
          </w:p>
        </w:tc>
      </w:tr>
      <w:tr w:rsidR="0017246F" w14:paraId="2CFF7B32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DE5496" w14:textId="77777777" w:rsidR="0017246F" w:rsidRDefault="0017246F">
            <w:r>
              <w:t xml:space="preserve">80–89 </w:t>
            </w:r>
            <w:r>
              <w:t>分</w:t>
            </w:r>
          </w:p>
        </w:tc>
        <w:tc>
          <w:tcPr>
            <w:tcW w:w="0" w:type="auto"/>
            <w:vAlign w:val="center"/>
            <w:hideMark/>
          </w:tcPr>
          <w:p w14:paraId="1C5FE2E6" w14:textId="77777777" w:rsidR="0017246F" w:rsidRDefault="0017246F">
            <w:r>
              <w:t>B</w:t>
            </w:r>
          </w:p>
        </w:tc>
        <w:tc>
          <w:tcPr>
            <w:tcW w:w="0" w:type="auto"/>
            <w:vAlign w:val="center"/>
            <w:hideMark/>
          </w:tcPr>
          <w:p w14:paraId="25905451" w14:textId="77777777" w:rsidR="0017246F" w:rsidRDefault="0017246F">
            <w:r>
              <w:t>表現良好，能完成指定任務</w:t>
            </w:r>
          </w:p>
        </w:tc>
      </w:tr>
      <w:tr w:rsidR="0017246F" w14:paraId="3B8B0E53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2609D9" w14:textId="77777777" w:rsidR="0017246F" w:rsidRDefault="0017246F">
            <w:r>
              <w:t xml:space="preserve">70–79 </w:t>
            </w:r>
            <w:r>
              <w:t>分</w:t>
            </w:r>
          </w:p>
        </w:tc>
        <w:tc>
          <w:tcPr>
            <w:tcW w:w="0" w:type="auto"/>
            <w:vAlign w:val="center"/>
            <w:hideMark/>
          </w:tcPr>
          <w:p w14:paraId="2E54BE1F" w14:textId="77777777" w:rsidR="0017246F" w:rsidRDefault="0017246F">
            <w:r>
              <w:t>C</w:t>
            </w:r>
          </w:p>
        </w:tc>
        <w:tc>
          <w:tcPr>
            <w:tcW w:w="0" w:type="auto"/>
            <w:vAlign w:val="center"/>
            <w:hideMark/>
          </w:tcPr>
          <w:p w14:paraId="040E8182" w14:textId="77777777" w:rsidR="0017246F" w:rsidRDefault="0017246F">
            <w:r>
              <w:t>基本達成學習目標</w:t>
            </w:r>
          </w:p>
        </w:tc>
      </w:tr>
      <w:tr w:rsidR="0017246F" w14:paraId="470BBA91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B16589" w14:textId="77777777" w:rsidR="0017246F" w:rsidRDefault="0017246F">
            <w:r>
              <w:t xml:space="preserve">60–69 </w:t>
            </w:r>
            <w:r>
              <w:t>分</w:t>
            </w:r>
          </w:p>
        </w:tc>
        <w:tc>
          <w:tcPr>
            <w:tcW w:w="0" w:type="auto"/>
            <w:vAlign w:val="center"/>
            <w:hideMark/>
          </w:tcPr>
          <w:p w14:paraId="10911B61" w14:textId="77777777" w:rsidR="0017246F" w:rsidRDefault="0017246F">
            <w:r>
              <w:t>D</w:t>
            </w:r>
          </w:p>
        </w:tc>
        <w:tc>
          <w:tcPr>
            <w:tcW w:w="0" w:type="auto"/>
            <w:vAlign w:val="center"/>
            <w:hideMark/>
          </w:tcPr>
          <w:p w14:paraId="29D40D37" w14:textId="77777777" w:rsidR="0017246F" w:rsidRDefault="0017246F">
            <w:r>
              <w:t>尚需加強</w:t>
            </w:r>
          </w:p>
        </w:tc>
      </w:tr>
      <w:tr w:rsidR="0017246F" w14:paraId="64A46B8D" w14:textId="77777777" w:rsidTr="001724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01205F" w14:textId="77777777" w:rsidR="0017246F" w:rsidRDefault="0017246F">
            <w:r>
              <w:t xml:space="preserve">&lt; 60 </w:t>
            </w:r>
            <w:r>
              <w:t>分</w:t>
            </w:r>
          </w:p>
        </w:tc>
        <w:tc>
          <w:tcPr>
            <w:tcW w:w="0" w:type="auto"/>
            <w:vAlign w:val="center"/>
            <w:hideMark/>
          </w:tcPr>
          <w:p w14:paraId="4E43B23B" w14:textId="77777777" w:rsidR="0017246F" w:rsidRDefault="0017246F">
            <w:r>
              <w:t>F</w:t>
            </w:r>
          </w:p>
        </w:tc>
        <w:tc>
          <w:tcPr>
            <w:tcW w:w="0" w:type="auto"/>
            <w:vAlign w:val="center"/>
            <w:hideMark/>
          </w:tcPr>
          <w:p w14:paraId="1619537C" w14:textId="77777777" w:rsidR="0017246F" w:rsidRDefault="0017246F">
            <w:r>
              <w:t>未達學習標準</w:t>
            </w:r>
          </w:p>
        </w:tc>
      </w:tr>
    </w:tbl>
    <w:p w14:paraId="12BEE035" w14:textId="77777777" w:rsidR="0017246F" w:rsidRDefault="004E097D" w:rsidP="0017246F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269C7921">
          <v:rect id="_x0000_i1037" style="width:0;height:1.5pt" o:hralign="center" o:hrstd="t" o:hr="t" fillcolor="#a0a0a0" stroked="f"/>
        </w:pict>
      </w:r>
    </w:p>
    <w:p w14:paraId="3FAC1EE1" w14:textId="77777777" w:rsidR="0017246F" w:rsidRDefault="0017246F" w:rsidP="0017246F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你希望這個評分指標用在哪種課程形式？例如是工作坊、學期課程、企業內訓？我可以幫你進一步客製化。也可以幫你製作</w:t>
      </w:r>
      <w:r>
        <w:rPr>
          <w:rFonts w:ascii="Segoe UI" w:hAnsi="Segoe UI" w:cs="Segoe UI"/>
          <w:sz w:val="21"/>
          <w:szCs w:val="21"/>
        </w:rPr>
        <w:t xml:space="preserve"> Excel </w:t>
      </w:r>
      <w:r>
        <w:rPr>
          <w:rFonts w:ascii="Segoe UI" w:hAnsi="Segoe UI" w:cs="Segoe UI"/>
          <w:sz w:val="21"/>
          <w:szCs w:val="21"/>
        </w:rPr>
        <w:t>評分表或</w:t>
      </w:r>
      <w:r>
        <w:rPr>
          <w:rFonts w:ascii="Segoe UI" w:hAnsi="Segoe UI" w:cs="Segoe UI"/>
          <w:sz w:val="21"/>
          <w:szCs w:val="21"/>
        </w:rPr>
        <w:t xml:space="preserve"> Google </w:t>
      </w:r>
      <w:r>
        <w:rPr>
          <w:rFonts w:ascii="Segoe UI" w:hAnsi="Segoe UI" w:cs="Segoe UI"/>
          <w:sz w:val="21"/>
          <w:szCs w:val="21"/>
        </w:rPr>
        <w:t>表單模板喔！</w:t>
      </w:r>
    </w:p>
    <w:p w14:paraId="46C37736" w14:textId="0984C2CE" w:rsidR="00134D7E" w:rsidRDefault="00134D7E" w:rsidP="0017246F">
      <w:pPr>
        <w:mirrorIndents/>
        <w:rPr>
          <w:rFonts w:ascii="Times New Roman" w:eastAsia="標楷體" w:hAnsi="Times New Roman" w:cs="Times New Roman"/>
          <w:color w:val="404040"/>
        </w:rPr>
      </w:pPr>
    </w:p>
    <w:p w14:paraId="06B37003" w14:textId="77777777" w:rsidR="0017246F" w:rsidRDefault="0017246F" w:rsidP="0017246F">
      <w:pPr>
        <w:mirrorIndents/>
        <w:rPr>
          <w:rFonts w:ascii="Times New Roman" w:eastAsia="標楷體" w:hAnsi="Times New Roman" w:cs="Times New Roman"/>
          <w:color w:val="404040"/>
        </w:rPr>
      </w:pPr>
    </w:p>
    <w:p w14:paraId="2F5CA7A2" w14:textId="1097C16E" w:rsidR="0017246F" w:rsidRDefault="0017246F">
      <w:pPr>
        <w:widowControl/>
        <w:rPr>
          <w:rFonts w:ascii="Times New Roman" w:eastAsia="標楷體" w:hAnsi="Times New Roman" w:cs="Times New Roman"/>
          <w:color w:val="404040"/>
        </w:rPr>
      </w:pPr>
      <w:r>
        <w:rPr>
          <w:rFonts w:ascii="Times New Roman" w:eastAsia="標楷體" w:hAnsi="Times New Roman" w:cs="Times New Roman"/>
          <w:color w:val="404040"/>
        </w:rPr>
        <w:br w:type="page"/>
      </w:r>
    </w:p>
    <w:p w14:paraId="28E448B1" w14:textId="390A4AB6" w:rsidR="0017246F" w:rsidRPr="0017246F" w:rsidRDefault="00CB45E5" w:rsidP="0017246F">
      <w:pPr>
        <w:pStyle w:val="font12-pink"/>
      </w:pPr>
      <w:r>
        <w:sym w:font="Wingdings" w:char="F03F"/>
      </w:r>
      <w:r w:rsidR="0017246F" w:rsidRPr="0017246F">
        <w:t>我想要一個</w:t>
      </w:r>
      <w:r w:rsidR="0017246F" w:rsidRPr="0017246F">
        <w:t xml:space="preserve"> Excel </w:t>
      </w:r>
      <w:r w:rsidR="0017246F" w:rsidRPr="0017246F">
        <w:t>評分表模板。</w:t>
      </w:r>
    </w:p>
    <w:p w14:paraId="05926591" w14:textId="77777777" w:rsidR="0007527B" w:rsidRPr="0007527B" w:rsidRDefault="0007527B" w:rsidP="0007527B">
      <w:pPr>
        <w:widowControl/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07527B">
        <w:rPr>
          <w:rFonts w:ascii="Segoe UI" w:eastAsia="新細明體" w:hAnsi="Segoe UI" w:cs="Segoe UI"/>
          <w:kern w:val="0"/>
          <w:sz w:val="21"/>
          <w:szCs w:val="21"/>
        </w:rPr>
        <w:t>這是一個為你的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 [Copilot 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>及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 Office] 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>課程設計的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 </w:t>
      </w:r>
      <w:r w:rsidRPr="0007527B">
        <w:rPr>
          <w:rFonts w:ascii="Segoe UI" w:eastAsia="新細明體" w:hAnsi="Segoe UI" w:cs="Segoe UI"/>
          <w:b/>
          <w:bCs/>
          <w:kern w:val="0"/>
          <w:sz w:val="21"/>
          <w:szCs w:val="21"/>
        </w:rPr>
        <w:t xml:space="preserve">Excel </w:t>
      </w:r>
      <w:r w:rsidRPr="0007527B">
        <w:rPr>
          <w:rFonts w:ascii="Segoe UI" w:eastAsia="新細明體" w:hAnsi="Segoe UI" w:cs="Segoe UI"/>
          <w:b/>
          <w:bCs/>
          <w:kern w:val="0"/>
          <w:sz w:val="21"/>
          <w:szCs w:val="21"/>
        </w:rPr>
        <w:t>評分表模板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>，包含以下欄位：</w:t>
      </w:r>
    </w:p>
    <w:p w14:paraId="5C4F2E10" w14:textId="77777777" w:rsidR="0007527B" w:rsidRPr="0007527B" w:rsidRDefault="0007527B" w:rsidP="0007527B">
      <w:pPr>
        <w:widowControl/>
        <w:numPr>
          <w:ilvl w:val="0"/>
          <w:numId w:val="16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07527B">
        <w:rPr>
          <w:rFonts w:ascii="Segoe UI" w:eastAsia="新細明體" w:hAnsi="Segoe UI" w:cs="Segoe UI"/>
          <w:kern w:val="0"/>
          <w:sz w:val="21"/>
          <w:szCs w:val="21"/>
        </w:rPr>
        <w:t>學生姓名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 </w:t>
      </w:r>
    </w:p>
    <w:p w14:paraId="64A6F31A" w14:textId="77777777" w:rsidR="0007527B" w:rsidRPr="0007527B" w:rsidRDefault="0007527B" w:rsidP="0007527B">
      <w:pPr>
        <w:widowControl/>
        <w:numPr>
          <w:ilvl w:val="0"/>
          <w:numId w:val="16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07527B">
        <w:rPr>
          <w:rFonts w:ascii="Segoe UI" w:eastAsia="新細明體" w:hAnsi="Segoe UI" w:cs="Segoe UI"/>
          <w:kern w:val="0"/>
          <w:sz w:val="21"/>
          <w:szCs w:val="21"/>
        </w:rPr>
        <w:t>各項評分指標（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Copilot 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>使用、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Office 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>整合、概念說明、創新、參與、合作、反思）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 </w:t>
      </w:r>
    </w:p>
    <w:p w14:paraId="73C91DBC" w14:textId="77777777" w:rsidR="0007527B" w:rsidRPr="0007527B" w:rsidRDefault="0007527B" w:rsidP="0007527B">
      <w:pPr>
        <w:widowControl/>
        <w:numPr>
          <w:ilvl w:val="0"/>
          <w:numId w:val="16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07527B">
        <w:rPr>
          <w:rFonts w:ascii="Segoe UI" w:eastAsia="新細明體" w:hAnsi="Segoe UI" w:cs="Segoe UI"/>
          <w:kern w:val="0"/>
          <w:sz w:val="21"/>
          <w:szCs w:val="21"/>
        </w:rPr>
        <w:t>自動計算總分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 </w:t>
      </w:r>
    </w:p>
    <w:p w14:paraId="0586A7B7" w14:textId="77777777" w:rsidR="0007527B" w:rsidRPr="0007527B" w:rsidRDefault="0007527B" w:rsidP="0007527B">
      <w:pPr>
        <w:widowControl/>
        <w:numPr>
          <w:ilvl w:val="0"/>
          <w:numId w:val="16"/>
        </w:numPr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07527B">
        <w:rPr>
          <w:rFonts w:ascii="Segoe UI" w:eastAsia="新細明體" w:hAnsi="Segoe UI" w:cs="Segoe UI"/>
          <w:kern w:val="0"/>
          <w:sz w:val="21"/>
          <w:szCs w:val="21"/>
        </w:rPr>
        <w:t>根據分數自動判定等級（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>A–F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>）</w:t>
      </w:r>
    </w:p>
    <w:p w14:paraId="19DCD90C" w14:textId="77777777" w:rsidR="0007527B" w:rsidRPr="0007527B" w:rsidRDefault="0007527B" w:rsidP="0007527B">
      <w:pPr>
        <w:widowControl/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07527B">
        <w:rPr>
          <w:rFonts w:ascii="Segoe UI Emoji" w:eastAsia="新細明體" w:hAnsi="Segoe UI Emoji" w:cs="Segoe UI Emoji"/>
          <w:kern w:val="0"/>
          <w:sz w:val="21"/>
          <w:szCs w:val="21"/>
        </w:rPr>
        <w:t>📄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 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>點擊以下連結下載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 xml:space="preserve"> Excel 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t>檔案：</w:t>
      </w:r>
      <w:r w:rsidRPr="0007527B">
        <w:rPr>
          <w:rFonts w:ascii="Segoe UI" w:eastAsia="新細明體" w:hAnsi="Segoe UI" w:cs="Segoe UI"/>
          <w:kern w:val="0"/>
          <w:sz w:val="21"/>
          <w:szCs w:val="21"/>
        </w:rPr>
        <w:br/>
      </w:r>
      <w:hyperlink r:id="rId7" w:history="1">
        <w:r w:rsidRPr="0007527B">
          <w:rPr>
            <w:rFonts w:ascii="Segoe UI" w:eastAsia="新細明體" w:hAnsi="Segoe UI" w:cs="Segoe UI"/>
            <w:color w:val="464FEB"/>
            <w:kern w:val="0"/>
            <w:sz w:val="21"/>
            <w:szCs w:val="21"/>
          </w:rPr>
          <w:t xml:space="preserve">Copilot &amp; Office </w:t>
        </w:r>
        <w:r w:rsidRPr="0007527B">
          <w:rPr>
            <w:rFonts w:ascii="Segoe UI" w:eastAsia="新細明體" w:hAnsi="Segoe UI" w:cs="Segoe UI"/>
            <w:color w:val="464FEB"/>
            <w:kern w:val="0"/>
            <w:sz w:val="21"/>
            <w:szCs w:val="21"/>
          </w:rPr>
          <w:t>課程評分表模板</w:t>
        </w:r>
      </w:hyperlink>
    </w:p>
    <w:p w14:paraId="487F525D" w14:textId="77777777" w:rsidR="0007527B" w:rsidRPr="0007527B" w:rsidRDefault="0007527B" w:rsidP="0007527B">
      <w:pPr>
        <w:widowControl/>
        <w:spacing w:before="100" w:beforeAutospacing="1" w:after="100" w:afterAutospacing="1" w:line="300" w:lineRule="atLeast"/>
        <w:rPr>
          <w:rFonts w:ascii="Segoe UI" w:eastAsia="新細明體" w:hAnsi="Segoe UI" w:cs="Segoe UI"/>
          <w:kern w:val="0"/>
          <w:sz w:val="21"/>
          <w:szCs w:val="21"/>
        </w:rPr>
      </w:pPr>
      <w:r w:rsidRPr="0007527B">
        <w:rPr>
          <w:rFonts w:ascii="Segoe UI" w:eastAsia="新細明體" w:hAnsi="Segoe UI" w:cs="Segoe UI"/>
          <w:kern w:val="0"/>
          <w:sz w:val="21"/>
          <w:szCs w:val="21"/>
        </w:rPr>
        <w:t>你可以自由新增學生資料，並根據每項指標給分，系統會自動計算總分與等級。如果你希望加入更多功能（例如圖表、統計分析、自動化表單），我也可以幫你擴充這個模板！需要嗎？</w:t>
      </w:r>
    </w:p>
    <w:p w14:paraId="2392E53A" w14:textId="77777777" w:rsidR="0017246F" w:rsidRDefault="0017246F" w:rsidP="0017246F">
      <w:pPr>
        <w:rPr>
          <w:rFonts w:ascii="Times New Roman" w:eastAsia="標楷體" w:hAnsi="Times New Roman" w:cs="Times New Roman"/>
          <w:color w:val="404040"/>
        </w:rPr>
      </w:pPr>
    </w:p>
    <w:p w14:paraId="1ED3F8E6" w14:textId="77777777" w:rsidR="0007527B" w:rsidRDefault="0007527B" w:rsidP="0017246F">
      <w:pPr>
        <w:rPr>
          <w:rFonts w:ascii="Times New Roman" w:eastAsia="標楷體" w:hAnsi="Times New Roman" w:cs="Times New Roman"/>
          <w:color w:val="404040"/>
        </w:rPr>
      </w:pPr>
    </w:p>
    <w:p w14:paraId="49293663" w14:textId="77777777" w:rsidR="00384206" w:rsidRDefault="00384206">
      <w:pPr>
        <w:widowControl/>
        <w:rPr>
          <w:rFonts w:cs="新細明體"/>
          <w:b/>
          <w:bCs/>
          <w:kern w:val="0"/>
          <w:shd w:val="clear" w:color="auto" w:fill="F9E1FB"/>
        </w:rPr>
      </w:pPr>
      <w:r>
        <w:br w:type="page"/>
      </w:r>
    </w:p>
    <w:p w14:paraId="37268F6C" w14:textId="5AE0EC3A" w:rsidR="0007527B" w:rsidRDefault="00CB45E5" w:rsidP="0007527B">
      <w:pPr>
        <w:pStyle w:val="font12-pink"/>
      </w:pPr>
      <w:r>
        <w:sym w:font="Wingdings" w:char="F03F"/>
      </w:r>
      <w:r w:rsidR="0007527B" w:rsidRPr="0007527B">
        <w:rPr>
          <w:rFonts w:hint="eastAsia"/>
        </w:rPr>
        <w:t>我想要加入圖表功能。</w:t>
      </w:r>
      <w:r w:rsidR="0007527B" w:rsidRPr="0007527B">
        <w:rPr>
          <w:rFonts w:hint="eastAsia"/>
        </w:rPr>
        <w:t xml:space="preserve"> </w:t>
      </w:r>
      <w:r w:rsidR="0007527B" w:rsidRPr="0007527B">
        <w:rPr>
          <w:rFonts w:hint="eastAsia"/>
        </w:rPr>
        <w:t>如何進行統計分析？</w:t>
      </w:r>
      <w:r w:rsidR="0007527B" w:rsidRPr="0007527B">
        <w:rPr>
          <w:rFonts w:hint="eastAsia"/>
        </w:rPr>
        <w:t xml:space="preserve"> </w:t>
      </w:r>
      <w:r w:rsidR="0007527B" w:rsidRPr="0007527B">
        <w:rPr>
          <w:rFonts w:hint="eastAsia"/>
        </w:rPr>
        <w:t>可以幫我擴充自動化表單嗎？</w:t>
      </w:r>
    </w:p>
    <w:p w14:paraId="48697EDF" w14:textId="77777777" w:rsidR="00384206" w:rsidRDefault="00384206" w:rsidP="00384206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這是你擴充後的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Style w:val="ae"/>
          <w:rFonts w:ascii="Segoe UI" w:hAnsi="Segoe UI" w:cs="Segoe UI"/>
          <w:sz w:val="21"/>
          <w:szCs w:val="21"/>
        </w:rPr>
        <w:t xml:space="preserve">Copilot &amp; Office </w:t>
      </w:r>
      <w:r>
        <w:rPr>
          <w:rStyle w:val="ae"/>
          <w:rFonts w:ascii="Segoe UI" w:hAnsi="Segoe UI" w:cs="Segoe UI"/>
          <w:sz w:val="21"/>
          <w:szCs w:val="21"/>
        </w:rPr>
        <w:t>課程評分表</w:t>
      </w:r>
      <w:r>
        <w:rPr>
          <w:rStyle w:val="ae"/>
          <w:rFonts w:ascii="Segoe UI" w:hAnsi="Segoe UI" w:cs="Segoe UI"/>
          <w:sz w:val="21"/>
          <w:szCs w:val="21"/>
        </w:rPr>
        <w:t xml:space="preserve"> Excel </w:t>
      </w:r>
      <w:r>
        <w:rPr>
          <w:rStyle w:val="ae"/>
          <w:rFonts w:ascii="Segoe UI" w:hAnsi="Segoe UI" w:cs="Segoe UI"/>
          <w:sz w:val="21"/>
          <w:szCs w:val="21"/>
        </w:rPr>
        <w:t>模板</w:t>
      </w:r>
      <w:r>
        <w:rPr>
          <w:rFonts w:ascii="Segoe UI" w:hAnsi="Segoe UI" w:cs="Segoe UI"/>
          <w:sz w:val="21"/>
          <w:szCs w:val="21"/>
        </w:rPr>
        <w:t>，新增了以下功能：</w:t>
      </w:r>
    </w:p>
    <w:p w14:paraId="12351F62" w14:textId="77777777" w:rsidR="00384206" w:rsidRDefault="004E097D" w:rsidP="00384206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233784AB">
          <v:rect id="_x0000_i1038" style="width:0;height:1.5pt" o:hralign="center" o:hrstd="t" o:hr="t" fillcolor="#a0a0a0" stroked="f"/>
        </w:pict>
      </w:r>
    </w:p>
    <w:p w14:paraId="1B01BB6F" w14:textId="77777777" w:rsidR="00384206" w:rsidRDefault="00384206" w:rsidP="00384206">
      <w:pPr>
        <w:pStyle w:val="3"/>
        <w:spacing w:line="300" w:lineRule="atLeast"/>
        <w:rPr>
          <w:rFonts w:ascii="Segoe UI" w:hAnsi="Segoe UI" w:cs="Segoe UI"/>
          <w:sz w:val="27"/>
          <w:szCs w:val="27"/>
        </w:rPr>
      </w:pPr>
      <w:r>
        <w:rPr>
          <w:rFonts w:ascii="Segoe UI Emoji" w:hAnsi="Segoe UI Emoji" w:cs="Segoe UI Emoji"/>
        </w:rPr>
        <w:t>📊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圖表功能</w:t>
      </w:r>
    </w:p>
    <w:p w14:paraId="2C805A15" w14:textId="77777777" w:rsidR="00384206" w:rsidRDefault="00384206" w:rsidP="00384206">
      <w:pPr>
        <w:widowControl/>
        <w:numPr>
          <w:ilvl w:val="0"/>
          <w:numId w:val="17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平均分數圖表</w:t>
      </w:r>
      <w:r>
        <w:rPr>
          <w:rFonts w:ascii="Segoe UI" w:hAnsi="Segoe UI" w:cs="Segoe UI"/>
          <w:sz w:val="21"/>
          <w:szCs w:val="21"/>
        </w:rPr>
        <w:t>：顯示各評分項目的平均分數。</w:t>
      </w:r>
    </w:p>
    <w:p w14:paraId="530C996A" w14:textId="77777777" w:rsidR="00384206" w:rsidRDefault="00384206" w:rsidP="00384206">
      <w:pPr>
        <w:widowControl/>
        <w:numPr>
          <w:ilvl w:val="0"/>
          <w:numId w:val="17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成績分布圖表</w:t>
      </w:r>
      <w:r>
        <w:rPr>
          <w:rFonts w:ascii="Segoe UI" w:hAnsi="Segoe UI" w:cs="Segoe UI"/>
          <w:sz w:val="21"/>
          <w:szCs w:val="21"/>
        </w:rPr>
        <w:t>：統計各等級（</w:t>
      </w:r>
      <w:r>
        <w:rPr>
          <w:rFonts w:ascii="Segoe UI" w:hAnsi="Segoe UI" w:cs="Segoe UI"/>
          <w:sz w:val="21"/>
          <w:szCs w:val="21"/>
        </w:rPr>
        <w:t>A–F</w:t>
      </w:r>
      <w:r>
        <w:rPr>
          <w:rFonts w:ascii="Segoe UI" w:hAnsi="Segoe UI" w:cs="Segoe UI"/>
          <w:sz w:val="21"/>
          <w:szCs w:val="21"/>
        </w:rPr>
        <w:t>）的人數分布。</w:t>
      </w:r>
    </w:p>
    <w:p w14:paraId="256663C8" w14:textId="77777777" w:rsidR="00384206" w:rsidRDefault="00384206" w:rsidP="00384206">
      <w:pPr>
        <w:pStyle w:val="3"/>
        <w:spacing w:line="300" w:lineRule="atLeast"/>
        <w:rPr>
          <w:rFonts w:ascii="Segoe UI" w:hAnsi="Segoe UI" w:cs="Segoe UI"/>
          <w:sz w:val="27"/>
          <w:szCs w:val="27"/>
        </w:rPr>
      </w:pPr>
      <w:r>
        <w:rPr>
          <w:rFonts w:ascii="Segoe UI Emoji" w:hAnsi="Segoe UI Emoji" w:cs="Segoe UI Emoji"/>
        </w:rPr>
        <w:t>📝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自動化表單</w:t>
      </w:r>
    </w:p>
    <w:p w14:paraId="640EB530" w14:textId="77777777" w:rsidR="00384206" w:rsidRDefault="00384206" w:rsidP="00384206">
      <w:pPr>
        <w:widowControl/>
        <w:numPr>
          <w:ilvl w:val="0"/>
          <w:numId w:val="18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新增「</w:t>
      </w:r>
      <w:r>
        <w:rPr>
          <w:rFonts w:ascii="Segoe UI" w:hAnsi="Segoe UI" w:cs="Segoe UI"/>
          <w:sz w:val="21"/>
          <w:szCs w:val="21"/>
        </w:rPr>
        <w:t>Entry Form</w:t>
      </w:r>
      <w:r>
        <w:rPr>
          <w:rFonts w:ascii="Segoe UI" w:hAnsi="Segoe UI" w:cs="Segoe UI"/>
          <w:sz w:val="21"/>
          <w:szCs w:val="21"/>
        </w:rPr>
        <w:t>」工作表，方便你快速輸入學生資料與分數。</w:t>
      </w:r>
    </w:p>
    <w:p w14:paraId="2349E1DC" w14:textId="77777777" w:rsidR="00384206" w:rsidRDefault="00384206" w:rsidP="00384206">
      <w:pPr>
        <w:widowControl/>
        <w:numPr>
          <w:ilvl w:val="0"/>
          <w:numId w:val="18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所有輸入會自動反映在主評分表中，並計算總分與等級。</w:t>
      </w:r>
    </w:p>
    <w:p w14:paraId="646A6C38" w14:textId="77777777" w:rsidR="00384206" w:rsidRDefault="00384206" w:rsidP="00384206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 Emoji" w:hAnsi="Segoe UI Emoji" w:cs="Segoe UI Emoji"/>
          <w:sz w:val="21"/>
          <w:szCs w:val="21"/>
        </w:rPr>
        <w:t>📥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>點擊以下連結下載</w:t>
      </w:r>
      <w:r>
        <w:rPr>
          <w:rFonts w:ascii="Segoe UI" w:hAnsi="Segoe UI" w:cs="Segoe UI"/>
          <w:sz w:val="21"/>
          <w:szCs w:val="21"/>
        </w:rPr>
        <w:t xml:space="preserve"> Excel </w:t>
      </w:r>
      <w:r>
        <w:rPr>
          <w:rFonts w:ascii="Segoe UI" w:hAnsi="Segoe UI" w:cs="Segoe UI"/>
          <w:sz w:val="21"/>
          <w:szCs w:val="21"/>
        </w:rPr>
        <w:t>檔案：</w:t>
      </w:r>
      <w:r>
        <w:rPr>
          <w:rFonts w:ascii="Segoe UI" w:hAnsi="Segoe UI" w:cs="Segoe UI"/>
          <w:sz w:val="21"/>
          <w:szCs w:val="21"/>
        </w:rPr>
        <w:br/>
      </w:r>
      <w:hyperlink r:id="rId8" w:history="1">
        <w:r>
          <w:rPr>
            <w:rStyle w:val="af"/>
            <w:rFonts w:ascii="Segoe UI" w:hAnsi="Segoe UI" w:cs="Segoe UI"/>
            <w:sz w:val="21"/>
            <w:szCs w:val="21"/>
          </w:rPr>
          <w:t xml:space="preserve">Copilot &amp; Office </w:t>
        </w:r>
        <w:r>
          <w:rPr>
            <w:rStyle w:val="af"/>
            <w:rFonts w:ascii="Segoe UI" w:hAnsi="Segoe UI" w:cs="Segoe UI"/>
            <w:sz w:val="21"/>
            <w:szCs w:val="21"/>
          </w:rPr>
          <w:t>評分表（含圖表與表單）</w:t>
        </w:r>
      </w:hyperlink>
    </w:p>
    <w:p w14:paraId="61C67C21" w14:textId="77777777" w:rsidR="00384206" w:rsidRDefault="004E097D" w:rsidP="00384206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23E94E31">
          <v:rect id="_x0000_i1039" style="width:0;height:1.5pt" o:hralign="center" o:hrstd="t" o:hr="t" fillcolor="#a0a0a0" stroked="f"/>
        </w:pict>
      </w:r>
    </w:p>
    <w:p w14:paraId="1694EB63" w14:textId="77777777" w:rsidR="00384206" w:rsidRDefault="00384206" w:rsidP="00384206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如果你希望進一步自動化，例如：</w:t>
      </w:r>
    </w:p>
    <w:p w14:paraId="6A16EFEE" w14:textId="77777777" w:rsidR="00384206" w:rsidRDefault="00384206" w:rsidP="00384206">
      <w:pPr>
        <w:widowControl/>
        <w:numPr>
          <w:ilvl w:val="0"/>
          <w:numId w:val="19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使用</w:t>
      </w:r>
      <w:r>
        <w:rPr>
          <w:rFonts w:ascii="Segoe UI" w:hAnsi="Segoe UI" w:cs="Segoe UI"/>
          <w:sz w:val="21"/>
          <w:szCs w:val="21"/>
        </w:rPr>
        <w:t xml:space="preserve"> Google </w:t>
      </w:r>
      <w:r>
        <w:rPr>
          <w:rFonts w:ascii="Segoe UI" w:hAnsi="Segoe UI" w:cs="Segoe UI"/>
          <w:sz w:val="21"/>
          <w:szCs w:val="21"/>
        </w:rPr>
        <w:t>表單收集資料並自動匯入</w:t>
      </w:r>
      <w:r>
        <w:rPr>
          <w:rFonts w:ascii="Segoe UI" w:hAnsi="Segoe UI" w:cs="Segoe UI"/>
          <w:sz w:val="21"/>
          <w:szCs w:val="21"/>
        </w:rPr>
        <w:t xml:space="preserve"> Excel</w:t>
      </w:r>
    </w:p>
    <w:p w14:paraId="0CFF7BCB" w14:textId="77777777" w:rsidR="00384206" w:rsidRDefault="00384206" w:rsidP="00384206">
      <w:pPr>
        <w:widowControl/>
        <w:numPr>
          <w:ilvl w:val="0"/>
          <w:numId w:val="19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加入條件格式（例如分數低於</w:t>
      </w:r>
      <w:r>
        <w:rPr>
          <w:rFonts w:ascii="Segoe UI" w:hAnsi="Segoe UI" w:cs="Segoe UI"/>
          <w:sz w:val="21"/>
          <w:szCs w:val="21"/>
        </w:rPr>
        <w:t xml:space="preserve"> 60 </w:t>
      </w:r>
      <w:r>
        <w:rPr>
          <w:rFonts w:ascii="Segoe UI" w:hAnsi="Segoe UI" w:cs="Segoe UI"/>
          <w:sz w:val="21"/>
          <w:szCs w:val="21"/>
        </w:rPr>
        <w:t>顯示紅色）</w:t>
      </w:r>
    </w:p>
    <w:p w14:paraId="403CD7AA" w14:textId="77777777" w:rsidR="00384206" w:rsidRDefault="00384206" w:rsidP="00384206">
      <w:pPr>
        <w:widowControl/>
        <w:numPr>
          <w:ilvl w:val="0"/>
          <w:numId w:val="19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匯出統計報告或</w:t>
      </w:r>
      <w:r>
        <w:rPr>
          <w:rFonts w:ascii="Segoe UI" w:hAnsi="Segoe UI" w:cs="Segoe UI"/>
          <w:sz w:val="21"/>
          <w:szCs w:val="21"/>
        </w:rPr>
        <w:t xml:space="preserve"> PDF </w:t>
      </w:r>
      <w:r>
        <w:rPr>
          <w:rFonts w:ascii="Segoe UI" w:hAnsi="Segoe UI" w:cs="Segoe UI"/>
          <w:sz w:val="21"/>
          <w:szCs w:val="21"/>
        </w:rPr>
        <w:t>成績單</w:t>
      </w:r>
    </w:p>
    <w:p w14:paraId="792A6215" w14:textId="77777777" w:rsidR="00384206" w:rsidRDefault="00384206" w:rsidP="00384206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我也可以幫你設計！你有想要的進階功能嗎？</w:t>
      </w:r>
    </w:p>
    <w:p w14:paraId="392A3DD1" w14:textId="4D183FCB" w:rsidR="00384206" w:rsidRDefault="00384206">
      <w:pPr>
        <w:widowControl/>
        <w:rPr>
          <w:rFonts w:ascii="Times New Roman" w:eastAsia="標楷體" w:hAnsi="Times New Roman" w:cs="Times New Roman"/>
          <w:color w:val="404040"/>
        </w:rPr>
      </w:pPr>
      <w:r>
        <w:rPr>
          <w:rFonts w:ascii="Times New Roman" w:eastAsia="標楷體" w:hAnsi="Times New Roman" w:cs="Times New Roman"/>
          <w:color w:val="404040"/>
        </w:rPr>
        <w:br w:type="page"/>
      </w:r>
    </w:p>
    <w:p w14:paraId="365421B1" w14:textId="463B5E40" w:rsidR="0007527B" w:rsidRDefault="009508BC" w:rsidP="00384206">
      <w:pPr>
        <w:pStyle w:val="font12-pink"/>
      </w:pPr>
      <w:r>
        <w:sym w:font="Wingdings" w:char="F03F"/>
      </w:r>
      <w:r w:rsidR="00384206" w:rsidRPr="00384206">
        <w:rPr>
          <w:rFonts w:hint="eastAsia"/>
        </w:rPr>
        <w:t>我想要使用</w:t>
      </w:r>
      <w:r w:rsidR="00384206" w:rsidRPr="00384206">
        <w:rPr>
          <w:rFonts w:hint="eastAsia"/>
        </w:rPr>
        <w:t xml:space="preserve"> Google </w:t>
      </w:r>
      <w:r w:rsidR="00384206" w:rsidRPr="00384206">
        <w:rPr>
          <w:rFonts w:hint="eastAsia"/>
        </w:rPr>
        <w:t>表單收集資料。</w:t>
      </w:r>
      <w:r w:rsidR="00384206" w:rsidRPr="00384206">
        <w:rPr>
          <w:rFonts w:hint="eastAsia"/>
        </w:rPr>
        <w:t xml:space="preserve"> </w:t>
      </w:r>
      <w:r w:rsidR="00384206" w:rsidRPr="00384206">
        <w:rPr>
          <w:rFonts w:hint="eastAsia"/>
        </w:rPr>
        <w:t>如何加入條件格式？</w:t>
      </w:r>
      <w:r w:rsidR="00384206" w:rsidRPr="00384206">
        <w:rPr>
          <w:rFonts w:hint="eastAsia"/>
        </w:rPr>
        <w:t xml:space="preserve"> </w:t>
      </w:r>
      <w:r w:rsidR="00384206" w:rsidRPr="00384206">
        <w:rPr>
          <w:rFonts w:hint="eastAsia"/>
        </w:rPr>
        <w:t>可以幫我設計成績單嗎？</w:t>
      </w:r>
    </w:p>
    <w:p w14:paraId="38EE3825" w14:textId="77777777" w:rsidR="00384206" w:rsidRDefault="00384206" w:rsidP="0017246F">
      <w:pPr>
        <w:rPr>
          <w:rFonts w:ascii="Times New Roman" w:eastAsia="標楷體" w:hAnsi="Times New Roman" w:cs="Times New Roman"/>
          <w:color w:val="404040"/>
        </w:rPr>
      </w:pPr>
    </w:p>
    <w:p w14:paraId="532CABE4" w14:textId="77777777" w:rsidR="00EC418F" w:rsidRDefault="00EC418F" w:rsidP="00EC418F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這是你擴充後的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Style w:val="ae"/>
          <w:rFonts w:ascii="Segoe UI" w:hAnsi="Segoe UI" w:cs="Segoe UI"/>
          <w:sz w:val="21"/>
          <w:szCs w:val="21"/>
        </w:rPr>
        <w:t xml:space="preserve">Copilot &amp; Office </w:t>
      </w:r>
      <w:r>
        <w:rPr>
          <w:rStyle w:val="ae"/>
          <w:rFonts w:ascii="Segoe UI" w:hAnsi="Segoe UI" w:cs="Segoe UI"/>
          <w:sz w:val="21"/>
          <w:szCs w:val="21"/>
        </w:rPr>
        <w:t>課程</w:t>
      </w:r>
      <w:r>
        <w:rPr>
          <w:rStyle w:val="ae"/>
          <w:rFonts w:ascii="Segoe UI" w:hAnsi="Segoe UI" w:cs="Segoe UI"/>
          <w:sz w:val="21"/>
          <w:szCs w:val="21"/>
        </w:rPr>
        <w:t xml:space="preserve"> Excel </w:t>
      </w:r>
      <w:r>
        <w:rPr>
          <w:rStyle w:val="ae"/>
          <w:rFonts w:ascii="Segoe UI" w:hAnsi="Segoe UI" w:cs="Segoe UI"/>
          <w:sz w:val="21"/>
          <w:szCs w:val="21"/>
        </w:rPr>
        <w:t>評分表模板</w:t>
      </w:r>
      <w:r>
        <w:rPr>
          <w:rFonts w:ascii="Segoe UI" w:hAnsi="Segoe UI" w:cs="Segoe UI"/>
          <w:sz w:val="21"/>
          <w:szCs w:val="21"/>
        </w:rPr>
        <w:t>，新增了以下三大功能：</w:t>
      </w:r>
    </w:p>
    <w:p w14:paraId="73CB3E7D" w14:textId="77777777" w:rsidR="00EC418F" w:rsidRDefault="004E097D" w:rsidP="00EC418F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5B31B620">
          <v:rect id="_x0000_i1040" style="width:0;height:1.5pt" o:hralign="center" o:hrstd="t" o:hr="t" fillcolor="#a0a0a0" stroked="f"/>
        </w:pict>
      </w:r>
    </w:p>
    <w:p w14:paraId="57293A7E" w14:textId="77777777" w:rsidR="00EC418F" w:rsidRDefault="00EC418F" w:rsidP="00EC418F">
      <w:pPr>
        <w:pStyle w:val="3"/>
        <w:spacing w:line="300" w:lineRule="atLeast"/>
        <w:rPr>
          <w:rFonts w:ascii="Segoe UI" w:hAnsi="Segoe UI" w:cs="Segoe UI"/>
          <w:sz w:val="27"/>
          <w:szCs w:val="27"/>
        </w:rPr>
      </w:pPr>
      <w:r>
        <w:rPr>
          <w:rFonts w:ascii="Segoe UI Emoji" w:hAnsi="Segoe UI Emoji" w:cs="Segoe UI Emoji"/>
        </w:rPr>
        <w:t>🎯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條件格式（</w:t>
      </w:r>
      <w:r>
        <w:rPr>
          <w:rFonts w:ascii="Segoe UI" w:hAnsi="Segoe UI" w:cs="Segoe UI"/>
        </w:rPr>
        <w:t>Conditional Formatting</w:t>
      </w:r>
      <w:r>
        <w:rPr>
          <w:rFonts w:ascii="Segoe UI" w:hAnsi="Segoe UI" w:cs="Segoe UI"/>
        </w:rPr>
        <w:t>）</w:t>
      </w:r>
    </w:p>
    <w:p w14:paraId="63B5E1FE" w14:textId="77777777" w:rsidR="00EC418F" w:rsidRDefault="00EC418F" w:rsidP="00EC418F">
      <w:pPr>
        <w:widowControl/>
        <w:numPr>
          <w:ilvl w:val="0"/>
          <w:numId w:val="20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總分低於</w:t>
      </w:r>
      <w:r>
        <w:rPr>
          <w:rStyle w:val="ae"/>
          <w:rFonts w:ascii="Segoe UI" w:hAnsi="Segoe UI" w:cs="Segoe UI"/>
          <w:sz w:val="21"/>
          <w:szCs w:val="21"/>
        </w:rPr>
        <w:t xml:space="preserve"> 60 </w:t>
      </w:r>
      <w:r>
        <w:rPr>
          <w:rStyle w:val="ae"/>
          <w:rFonts w:ascii="Segoe UI" w:hAnsi="Segoe UI" w:cs="Segoe UI"/>
          <w:sz w:val="21"/>
          <w:szCs w:val="21"/>
        </w:rPr>
        <w:t>分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>的學生會自動以紅色標示，方便快速辨識需加強的學員。</w:t>
      </w:r>
    </w:p>
    <w:p w14:paraId="53ABAE88" w14:textId="77777777" w:rsidR="00EC418F" w:rsidRDefault="00EC418F" w:rsidP="00EC418F">
      <w:pPr>
        <w:pStyle w:val="3"/>
        <w:spacing w:line="300" w:lineRule="atLeast"/>
        <w:rPr>
          <w:rFonts w:ascii="Segoe UI" w:hAnsi="Segoe UI" w:cs="Segoe UI"/>
          <w:sz w:val="27"/>
          <w:szCs w:val="27"/>
        </w:rPr>
      </w:pPr>
      <w:r>
        <w:rPr>
          <w:rFonts w:ascii="Segoe UI Emoji" w:hAnsi="Segoe UI Emoji" w:cs="Segoe UI Emoji"/>
        </w:rPr>
        <w:t>📄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成績單設計（</w:t>
      </w:r>
      <w:r>
        <w:rPr>
          <w:rFonts w:ascii="Segoe UI" w:hAnsi="Segoe UI" w:cs="Segoe UI"/>
        </w:rPr>
        <w:t>Grade Report</w:t>
      </w:r>
      <w:r>
        <w:rPr>
          <w:rFonts w:ascii="Segoe UI" w:hAnsi="Segoe UI" w:cs="Segoe UI"/>
        </w:rPr>
        <w:t>）</w:t>
      </w:r>
    </w:p>
    <w:p w14:paraId="7C536866" w14:textId="77777777" w:rsidR="00EC418F" w:rsidRDefault="00EC418F" w:rsidP="00EC418F">
      <w:pPr>
        <w:widowControl/>
        <w:numPr>
          <w:ilvl w:val="0"/>
          <w:numId w:val="21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每位學生都有獨立的工作表，列出所有評分項目、總分與等級。</w:t>
      </w:r>
    </w:p>
    <w:p w14:paraId="26D91ED2" w14:textId="77777777" w:rsidR="00EC418F" w:rsidRDefault="00EC418F" w:rsidP="00EC418F">
      <w:pPr>
        <w:widowControl/>
        <w:numPr>
          <w:ilvl w:val="0"/>
          <w:numId w:val="21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適合列印或匯出成</w:t>
      </w:r>
      <w:r>
        <w:rPr>
          <w:rFonts w:ascii="Segoe UI" w:hAnsi="Segoe UI" w:cs="Segoe UI"/>
          <w:sz w:val="21"/>
          <w:szCs w:val="21"/>
        </w:rPr>
        <w:t xml:space="preserve"> PDF </w:t>
      </w:r>
      <w:r>
        <w:rPr>
          <w:rFonts w:ascii="Segoe UI" w:hAnsi="Segoe UI" w:cs="Segoe UI"/>
          <w:sz w:val="21"/>
          <w:szCs w:val="21"/>
        </w:rPr>
        <w:t>作為個人學習成果報告。</w:t>
      </w:r>
    </w:p>
    <w:p w14:paraId="72802B3D" w14:textId="77777777" w:rsidR="00EC418F" w:rsidRDefault="00EC418F" w:rsidP="00EC418F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 Emoji" w:hAnsi="Segoe UI Emoji" w:cs="Segoe UI Emoji"/>
          <w:sz w:val="21"/>
          <w:szCs w:val="21"/>
        </w:rPr>
        <w:t>📥</w:t>
      </w:r>
      <w:r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>點擊以下連結下載</w:t>
      </w:r>
      <w:r>
        <w:rPr>
          <w:rFonts w:ascii="Segoe UI" w:hAnsi="Segoe UI" w:cs="Segoe UI"/>
          <w:sz w:val="21"/>
          <w:szCs w:val="21"/>
        </w:rPr>
        <w:t xml:space="preserve"> Excel </w:t>
      </w:r>
      <w:r>
        <w:rPr>
          <w:rFonts w:ascii="Segoe UI" w:hAnsi="Segoe UI" w:cs="Segoe UI"/>
          <w:sz w:val="21"/>
          <w:szCs w:val="21"/>
        </w:rPr>
        <w:t>檔案：</w:t>
      </w:r>
      <w:r>
        <w:rPr>
          <w:rFonts w:ascii="Segoe UI" w:hAnsi="Segoe UI" w:cs="Segoe UI"/>
          <w:sz w:val="21"/>
          <w:szCs w:val="21"/>
        </w:rPr>
        <w:br/>
      </w:r>
      <w:hyperlink r:id="rId9" w:history="1">
        <w:r>
          <w:rPr>
            <w:rStyle w:val="af"/>
            <w:rFonts w:ascii="Segoe UI" w:hAnsi="Segoe UI" w:cs="Segoe UI"/>
            <w:sz w:val="21"/>
            <w:szCs w:val="21"/>
          </w:rPr>
          <w:t xml:space="preserve">Copilot &amp; Office </w:t>
        </w:r>
        <w:r>
          <w:rPr>
            <w:rStyle w:val="af"/>
            <w:rFonts w:ascii="Segoe UI" w:hAnsi="Segoe UI" w:cs="Segoe UI"/>
            <w:sz w:val="21"/>
            <w:szCs w:val="21"/>
          </w:rPr>
          <w:t>評分表（含條件格式與成績單）</w:t>
        </w:r>
      </w:hyperlink>
    </w:p>
    <w:p w14:paraId="3A07B1E8" w14:textId="77777777" w:rsidR="00EC418F" w:rsidRDefault="004E097D" w:rsidP="00EC418F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1D24D2D4">
          <v:rect id="_x0000_i1041" style="width:0;height:1.5pt" o:hralign="center" o:hrstd="t" o:hr="t" fillcolor="#a0a0a0" stroked="f"/>
        </w:pict>
      </w:r>
    </w:p>
    <w:p w14:paraId="5440D6BD" w14:textId="77777777" w:rsidR="00EC418F" w:rsidRDefault="00EC418F" w:rsidP="00EC418F">
      <w:pPr>
        <w:pStyle w:val="3"/>
        <w:spacing w:line="300" w:lineRule="atLeast"/>
        <w:rPr>
          <w:rFonts w:ascii="Segoe UI" w:hAnsi="Segoe UI" w:cs="Segoe UI"/>
          <w:sz w:val="27"/>
          <w:szCs w:val="27"/>
        </w:rPr>
      </w:pPr>
      <w:r>
        <w:rPr>
          <w:rFonts w:ascii="Segoe UI Emoji" w:hAnsi="Segoe UI Emoji" w:cs="Segoe UI Emoji"/>
        </w:rPr>
        <w:t>📤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使用</w:t>
      </w:r>
      <w:r>
        <w:rPr>
          <w:rFonts w:ascii="Segoe UI" w:hAnsi="Segoe UI" w:cs="Segoe UI"/>
        </w:rPr>
        <w:t xml:space="preserve"> Google </w:t>
      </w:r>
      <w:r>
        <w:rPr>
          <w:rFonts w:ascii="Segoe UI" w:hAnsi="Segoe UI" w:cs="Segoe UI"/>
        </w:rPr>
        <w:t>表單收集資料的方法</w:t>
      </w:r>
    </w:p>
    <w:p w14:paraId="567AF91C" w14:textId="77777777" w:rsidR="00EC418F" w:rsidRDefault="00EC418F" w:rsidP="00EC418F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你可以透過以下步驟建立</w:t>
      </w:r>
      <w:r>
        <w:rPr>
          <w:rFonts w:ascii="Segoe UI" w:hAnsi="Segoe UI" w:cs="Segoe UI"/>
          <w:sz w:val="21"/>
          <w:szCs w:val="21"/>
        </w:rPr>
        <w:t xml:space="preserve"> Google </w:t>
      </w:r>
      <w:r>
        <w:rPr>
          <w:rFonts w:ascii="Segoe UI" w:hAnsi="Segoe UI" w:cs="Segoe UI"/>
          <w:sz w:val="21"/>
          <w:szCs w:val="21"/>
        </w:rPr>
        <w:t>表單並串接到</w:t>
      </w:r>
      <w:r>
        <w:rPr>
          <w:rFonts w:ascii="Segoe UI" w:hAnsi="Segoe UI" w:cs="Segoe UI"/>
          <w:sz w:val="21"/>
          <w:szCs w:val="21"/>
        </w:rPr>
        <w:t xml:space="preserve"> Excel</w:t>
      </w:r>
      <w:r>
        <w:rPr>
          <w:rFonts w:ascii="Segoe UI" w:hAnsi="Segoe UI" w:cs="Segoe UI"/>
          <w:sz w:val="21"/>
          <w:szCs w:val="21"/>
        </w:rPr>
        <w:t>：</w:t>
      </w:r>
    </w:p>
    <w:p w14:paraId="46B388F4" w14:textId="77777777" w:rsidR="00EC418F" w:rsidRDefault="00EC418F" w:rsidP="00EC418F">
      <w:pPr>
        <w:pStyle w:val="Web"/>
        <w:numPr>
          <w:ilvl w:val="0"/>
          <w:numId w:val="22"/>
        </w:num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建立</w:t>
      </w:r>
      <w:r>
        <w:rPr>
          <w:rStyle w:val="ae"/>
          <w:rFonts w:ascii="Segoe UI" w:hAnsi="Segoe UI" w:cs="Segoe UI"/>
          <w:sz w:val="21"/>
          <w:szCs w:val="21"/>
        </w:rPr>
        <w:t xml:space="preserve"> Google </w:t>
      </w:r>
      <w:r>
        <w:rPr>
          <w:rStyle w:val="ae"/>
          <w:rFonts w:ascii="Segoe UI" w:hAnsi="Segoe UI" w:cs="Segoe UI"/>
          <w:sz w:val="21"/>
          <w:szCs w:val="21"/>
        </w:rPr>
        <w:t>表單</w:t>
      </w:r>
    </w:p>
    <w:p w14:paraId="7099D40D" w14:textId="77777777" w:rsidR="00EC418F" w:rsidRDefault="00EC418F" w:rsidP="00EC418F">
      <w:pPr>
        <w:widowControl/>
        <w:numPr>
          <w:ilvl w:val="1"/>
          <w:numId w:val="22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問題欄位設計與</w:t>
      </w:r>
      <w:r>
        <w:rPr>
          <w:rFonts w:ascii="Segoe UI" w:hAnsi="Segoe UI" w:cs="Segoe UI"/>
          <w:sz w:val="21"/>
          <w:szCs w:val="21"/>
        </w:rPr>
        <w:t xml:space="preserve"> Excel </w:t>
      </w:r>
      <w:r>
        <w:rPr>
          <w:rFonts w:ascii="Segoe UI" w:hAnsi="Segoe UI" w:cs="Segoe UI"/>
          <w:sz w:val="21"/>
          <w:szCs w:val="21"/>
        </w:rPr>
        <w:t>欄位一致（學生姓名、各項分數）。</w:t>
      </w:r>
    </w:p>
    <w:p w14:paraId="5868E7A3" w14:textId="77777777" w:rsidR="00EC418F" w:rsidRDefault="00EC418F" w:rsidP="00EC418F">
      <w:pPr>
        <w:widowControl/>
        <w:numPr>
          <w:ilvl w:val="1"/>
          <w:numId w:val="22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設定回應儲存到</w:t>
      </w:r>
      <w:r>
        <w:rPr>
          <w:rFonts w:ascii="Segoe UI" w:hAnsi="Segoe UI" w:cs="Segoe UI"/>
          <w:sz w:val="21"/>
          <w:szCs w:val="21"/>
        </w:rPr>
        <w:t xml:space="preserve"> Google </w:t>
      </w:r>
      <w:r>
        <w:rPr>
          <w:rFonts w:ascii="Segoe UI" w:hAnsi="Segoe UI" w:cs="Segoe UI"/>
          <w:sz w:val="21"/>
          <w:szCs w:val="21"/>
        </w:rPr>
        <w:t>試算表。</w:t>
      </w:r>
    </w:p>
    <w:p w14:paraId="4B8B4E3A" w14:textId="77777777" w:rsidR="00EC418F" w:rsidRDefault="00EC418F" w:rsidP="00EC418F">
      <w:pPr>
        <w:pStyle w:val="Web"/>
        <w:numPr>
          <w:ilvl w:val="0"/>
          <w:numId w:val="22"/>
        </w:num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連結到</w:t>
      </w:r>
      <w:r>
        <w:rPr>
          <w:rStyle w:val="ae"/>
          <w:rFonts w:ascii="Segoe UI" w:hAnsi="Segoe UI" w:cs="Segoe UI"/>
          <w:sz w:val="21"/>
          <w:szCs w:val="21"/>
        </w:rPr>
        <w:t xml:space="preserve"> Excel</w:t>
      </w:r>
    </w:p>
    <w:p w14:paraId="3A44E422" w14:textId="77777777" w:rsidR="00EC418F" w:rsidRDefault="00EC418F" w:rsidP="00EC418F">
      <w:pPr>
        <w:widowControl/>
        <w:numPr>
          <w:ilvl w:val="1"/>
          <w:numId w:val="22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在</w:t>
      </w:r>
      <w:r>
        <w:rPr>
          <w:rFonts w:ascii="Segoe UI" w:hAnsi="Segoe UI" w:cs="Segoe UI"/>
          <w:sz w:val="21"/>
          <w:szCs w:val="21"/>
        </w:rPr>
        <w:t xml:space="preserve"> Google </w:t>
      </w:r>
      <w:r>
        <w:rPr>
          <w:rFonts w:ascii="Segoe UI" w:hAnsi="Segoe UI" w:cs="Segoe UI"/>
          <w:sz w:val="21"/>
          <w:szCs w:val="21"/>
        </w:rPr>
        <w:t>試算表中點選「檔案」</w:t>
      </w:r>
      <w:r>
        <w:rPr>
          <w:rFonts w:ascii="Segoe UI" w:hAnsi="Segoe UI" w:cs="Segoe UI"/>
          <w:sz w:val="21"/>
          <w:szCs w:val="21"/>
        </w:rPr>
        <w:t>→</w:t>
      </w:r>
      <w:r>
        <w:rPr>
          <w:rFonts w:ascii="Segoe UI" w:hAnsi="Segoe UI" w:cs="Segoe UI"/>
          <w:sz w:val="21"/>
          <w:szCs w:val="21"/>
        </w:rPr>
        <w:t>「下載」</w:t>
      </w:r>
      <w:r>
        <w:rPr>
          <w:rFonts w:ascii="Segoe UI" w:hAnsi="Segoe UI" w:cs="Segoe UI"/>
          <w:sz w:val="21"/>
          <w:szCs w:val="21"/>
        </w:rPr>
        <w:t xml:space="preserve">→ </w:t>
      </w:r>
      <w:r>
        <w:rPr>
          <w:rFonts w:ascii="Segoe UI" w:hAnsi="Segoe UI" w:cs="Segoe UI"/>
          <w:sz w:val="21"/>
          <w:szCs w:val="21"/>
        </w:rPr>
        <w:t>選擇</w:t>
      </w:r>
      <w:r>
        <w:rPr>
          <w:rFonts w:ascii="Segoe UI" w:hAnsi="Segoe UI" w:cs="Segoe UI"/>
          <w:sz w:val="21"/>
          <w:szCs w:val="21"/>
        </w:rPr>
        <w:t xml:space="preserve"> Excel </w:t>
      </w:r>
      <w:r>
        <w:rPr>
          <w:rFonts w:ascii="Segoe UI" w:hAnsi="Segoe UI" w:cs="Segoe UI"/>
          <w:sz w:val="21"/>
          <w:szCs w:val="21"/>
        </w:rPr>
        <w:t>格式。</w:t>
      </w:r>
    </w:p>
    <w:p w14:paraId="7FF0B6C0" w14:textId="77777777" w:rsidR="00EC418F" w:rsidRDefault="00EC418F" w:rsidP="00EC418F">
      <w:pPr>
        <w:widowControl/>
        <w:numPr>
          <w:ilvl w:val="1"/>
          <w:numId w:val="22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或使用</w:t>
      </w:r>
      <w:r>
        <w:rPr>
          <w:rFonts w:ascii="Segoe UI" w:hAnsi="Segoe UI" w:cs="Segoe UI"/>
          <w:sz w:val="21"/>
          <w:szCs w:val="21"/>
        </w:rPr>
        <w:t xml:space="preserve"> Power Query </w:t>
      </w:r>
      <w:r>
        <w:rPr>
          <w:rFonts w:ascii="Segoe UI" w:hAnsi="Segoe UI" w:cs="Segoe UI"/>
          <w:sz w:val="21"/>
          <w:szCs w:val="21"/>
        </w:rPr>
        <w:t>在</w:t>
      </w:r>
      <w:r>
        <w:rPr>
          <w:rFonts w:ascii="Segoe UI" w:hAnsi="Segoe UI" w:cs="Segoe UI"/>
          <w:sz w:val="21"/>
          <w:szCs w:val="21"/>
        </w:rPr>
        <w:t xml:space="preserve"> Excel </w:t>
      </w:r>
      <w:r>
        <w:rPr>
          <w:rFonts w:ascii="Segoe UI" w:hAnsi="Segoe UI" w:cs="Segoe UI"/>
          <w:sz w:val="21"/>
          <w:szCs w:val="21"/>
        </w:rPr>
        <w:t>中直接連結</w:t>
      </w:r>
      <w:r>
        <w:rPr>
          <w:rFonts w:ascii="Segoe UI" w:hAnsi="Segoe UI" w:cs="Segoe UI"/>
          <w:sz w:val="21"/>
          <w:szCs w:val="21"/>
        </w:rPr>
        <w:t xml:space="preserve"> Google </w:t>
      </w:r>
      <w:r>
        <w:rPr>
          <w:rFonts w:ascii="Segoe UI" w:hAnsi="Segoe UI" w:cs="Segoe UI"/>
          <w:sz w:val="21"/>
          <w:szCs w:val="21"/>
        </w:rPr>
        <w:t>試算表網址（需公開分享）。</w:t>
      </w:r>
    </w:p>
    <w:p w14:paraId="509FF21D" w14:textId="77777777" w:rsidR="00EC418F" w:rsidRDefault="00EC418F" w:rsidP="00EC418F">
      <w:pPr>
        <w:pStyle w:val="Web"/>
        <w:numPr>
          <w:ilvl w:val="0"/>
          <w:numId w:val="22"/>
        </w:num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Style w:val="ae"/>
          <w:rFonts w:ascii="Segoe UI" w:hAnsi="Segoe UI" w:cs="Segoe UI"/>
          <w:sz w:val="21"/>
          <w:szCs w:val="21"/>
        </w:rPr>
        <w:t>自動更新與整合</w:t>
      </w:r>
    </w:p>
    <w:p w14:paraId="231820DF" w14:textId="77777777" w:rsidR="00EC418F" w:rsidRDefault="00EC418F" w:rsidP="00EC418F">
      <w:pPr>
        <w:widowControl/>
        <w:numPr>
          <w:ilvl w:val="1"/>
          <w:numId w:val="22"/>
        </w:numPr>
        <w:spacing w:before="100" w:beforeAutospacing="1" w:after="100" w:afterAutospacing="1"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可設計</w:t>
      </w:r>
      <w:r>
        <w:rPr>
          <w:rFonts w:ascii="Segoe UI" w:hAnsi="Segoe UI" w:cs="Segoe UI"/>
          <w:sz w:val="21"/>
          <w:szCs w:val="21"/>
        </w:rPr>
        <w:t xml:space="preserve"> Excel </w:t>
      </w:r>
      <w:r>
        <w:rPr>
          <w:rFonts w:ascii="Segoe UI" w:hAnsi="Segoe UI" w:cs="Segoe UI"/>
          <w:sz w:val="21"/>
          <w:szCs w:val="21"/>
        </w:rPr>
        <w:t>巨集或使用</w:t>
      </w:r>
      <w:r>
        <w:rPr>
          <w:rFonts w:ascii="Segoe UI" w:hAnsi="Segoe UI" w:cs="Segoe UI"/>
          <w:sz w:val="21"/>
          <w:szCs w:val="21"/>
        </w:rPr>
        <w:t xml:space="preserve"> Power Automate</w:t>
      </w:r>
      <w:r>
        <w:rPr>
          <w:rFonts w:ascii="Segoe UI" w:hAnsi="Segoe UI" w:cs="Segoe UI"/>
          <w:sz w:val="21"/>
          <w:szCs w:val="21"/>
        </w:rPr>
        <w:t>，自動將新資料整合到主評分表。</w:t>
      </w:r>
    </w:p>
    <w:p w14:paraId="6FB1D8C9" w14:textId="77777777" w:rsidR="00EC418F" w:rsidRDefault="004E097D" w:rsidP="00EC418F">
      <w:pPr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pict w14:anchorId="28B8C364">
          <v:rect id="_x0000_i1042" style="width:0;height:1.5pt" o:hralign="center" o:hrstd="t" o:hr="t" fillcolor="#a0a0a0" stroked="f"/>
        </w:pict>
      </w:r>
    </w:p>
    <w:p w14:paraId="14D685B1" w14:textId="77777777" w:rsidR="00EC418F" w:rsidRDefault="00EC418F" w:rsidP="00EC418F">
      <w:pPr>
        <w:pStyle w:val="Web"/>
        <w:spacing w:line="300" w:lineRule="atLeast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如果你希望我幫你設計</w:t>
      </w:r>
      <w:r>
        <w:rPr>
          <w:rFonts w:ascii="Segoe UI" w:hAnsi="Segoe UI" w:cs="Segoe UI"/>
          <w:sz w:val="21"/>
          <w:szCs w:val="21"/>
        </w:rPr>
        <w:t xml:space="preserve"> Google </w:t>
      </w:r>
      <w:r>
        <w:rPr>
          <w:rFonts w:ascii="Segoe UI" w:hAnsi="Segoe UI" w:cs="Segoe UI"/>
          <w:sz w:val="21"/>
          <w:szCs w:val="21"/>
        </w:rPr>
        <w:t>表單的欄位架構或建立</w:t>
      </w:r>
      <w:r>
        <w:rPr>
          <w:rFonts w:ascii="Segoe UI" w:hAnsi="Segoe UI" w:cs="Segoe UI"/>
          <w:sz w:val="21"/>
          <w:szCs w:val="21"/>
        </w:rPr>
        <w:t xml:space="preserve"> Power Automate </w:t>
      </w:r>
      <w:r>
        <w:rPr>
          <w:rFonts w:ascii="Segoe UI" w:hAnsi="Segoe UI" w:cs="Segoe UI"/>
          <w:sz w:val="21"/>
          <w:szCs w:val="21"/>
        </w:rPr>
        <w:t>流程，我也可以幫忙！你想要哪一種自動化方式呢？</w:t>
      </w:r>
    </w:p>
    <w:p w14:paraId="0714DA19" w14:textId="77777777" w:rsidR="00384206" w:rsidRPr="00EC418F" w:rsidRDefault="00384206" w:rsidP="0017246F">
      <w:pPr>
        <w:rPr>
          <w:rFonts w:ascii="Times New Roman" w:eastAsia="標楷體" w:hAnsi="Times New Roman" w:cs="Times New Roman"/>
          <w:color w:val="404040"/>
        </w:rPr>
      </w:pPr>
    </w:p>
    <w:sectPr w:rsidR="00384206" w:rsidRPr="00EC418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DADD2" w14:textId="77777777" w:rsidR="00F95E64" w:rsidRDefault="00F95E64" w:rsidP="00885A14">
      <w:r>
        <w:separator/>
      </w:r>
    </w:p>
  </w:endnote>
  <w:endnote w:type="continuationSeparator" w:id="0">
    <w:p w14:paraId="54B87C78" w14:textId="77777777" w:rsidR="00F95E64" w:rsidRDefault="00F95E64" w:rsidP="00885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-櫻鼠">
    <w:altName w:val="標楷體"/>
    <w:panose1 w:val="00000000000000000000"/>
    <w:charset w:val="88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C5163" w14:textId="77777777" w:rsidR="00F95E64" w:rsidRDefault="00F95E64" w:rsidP="00885A14">
      <w:r>
        <w:separator/>
      </w:r>
    </w:p>
  </w:footnote>
  <w:footnote w:type="continuationSeparator" w:id="0">
    <w:p w14:paraId="36564F85" w14:textId="77777777" w:rsidR="00F95E64" w:rsidRDefault="00F95E64" w:rsidP="00885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2160" style="width:0;height:.75pt" o:hralign="center" o:bullet="t" o:hrstd="t" o:hrnoshade="t" o:hr="t" fillcolor="#404040" stroked="f"/>
    </w:pict>
  </w:numPicBullet>
  <w:numPicBullet w:numPicBulletId="1">
    <w:pict>
      <v:rect id="_x0000_i2161" style="width:0;height:.75pt" o:hralign="center" o:bullet="t" o:hrstd="t" o:hrnoshade="t" o:hr="t" fillcolor="#404040" stroked="f"/>
    </w:pict>
  </w:numPicBullet>
  <w:numPicBullet w:numPicBulletId="2">
    <w:pict>
      <v:rect id="_x0000_i2162" style="width:0;height:.75pt" o:hralign="center" o:bullet="t" o:hrstd="t" o:hrnoshade="t" o:hr="t" fillcolor="#404040" stroked="f"/>
    </w:pict>
  </w:numPicBullet>
  <w:numPicBullet w:numPicBulletId="3">
    <w:pict>
      <v:rect id="_x0000_i2163" style="width:0;height:.75pt" o:hralign="center" o:bullet="t" o:hrstd="t" o:hrnoshade="t" o:hr="t" fillcolor="#404040" stroked="f"/>
    </w:pict>
  </w:numPicBullet>
  <w:numPicBullet w:numPicBulletId="4">
    <w:pict>
      <v:rect id="_x0000_i2164" style="width:0;height:.75pt" o:hralign="center" o:bullet="t" o:hrstd="t" o:hrnoshade="t" o:hr="t" fillcolor="#404040" stroked="f"/>
    </w:pict>
  </w:numPicBullet>
  <w:numPicBullet w:numPicBulletId="5">
    <w:pict>
      <v:rect id="_x0000_i2165" style="width:0;height:.75pt" o:hralign="center" o:bullet="t" o:hrstd="t" o:hrnoshade="t" o:hr="t" fillcolor="#404040" stroked="f"/>
    </w:pict>
  </w:numPicBullet>
  <w:numPicBullet w:numPicBulletId="6">
    <w:pict>
      <v:rect id="_x0000_i2166" style="width:0;height:.75pt" o:hralign="center" o:bullet="t" o:hrstd="t" o:hrnoshade="t" o:hr="t" fillcolor="#404040" stroked="f"/>
    </w:pict>
  </w:numPicBullet>
  <w:abstractNum w:abstractNumId="0" w15:restartNumberingAfterBreak="0">
    <w:nsid w:val="01F95346"/>
    <w:multiLevelType w:val="multilevel"/>
    <w:tmpl w:val="B6101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515E8"/>
    <w:multiLevelType w:val="multilevel"/>
    <w:tmpl w:val="2D986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95206"/>
    <w:multiLevelType w:val="multilevel"/>
    <w:tmpl w:val="D15A1C42"/>
    <w:lvl w:ilvl="0">
      <w:start w:val="1"/>
      <w:numFmt w:val="decimal"/>
      <w:pStyle w:val="1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670BC2"/>
    <w:multiLevelType w:val="multilevel"/>
    <w:tmpl w:val="6DD0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4F0207"/>
    <w:multiLevelType w:val="multilevel"/>
    <w:tmpl w:val="680C0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1B65CD"/>
    <w:multiLevelType w:val="multilevel"/>
    <w:tmpl w:val="6B040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535190"/>
    <w:multiLevelType w:val="multilevel"/>
    <w:tmpl w:val="6AF0E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E66490"/>
    <w:multiLevelType w:val="multilevel"/>
    <w:tmpl w:val="715C3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A27240"/>
    <w:multiLevelType w:val="multilevel"/>
    <w:tmpl w:val="ABE2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0E1968"/>
    <w:multiLevelType w:val="hybridMultilevel"/>
    <w:tmpl w:val="A0C4ECE8"/>
    <w:lvl w:ilvl="0" w:tplc="32BE1EA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4106E9"/>
    <w:multiLevelType w:val="multilevel"/>
    <w:tmpl w:val="7026E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792E24"/>
    <w:multiLevelType w:val="multilevel"/>
    <w:tmpl w:val="B8C0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587E33"/>
    <w:multiLevelType w:val="multilevel"/>
    <w:tmpl w:val="75805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D320EF7"/>
    <w:multiLevelType w:val="multilevel"/>
    <w:tmpl w:val="5C6E8572"/>
    <w:styleLink w:val="listdot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標楷體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DE2"/>
    <w:multiLevelType w:val="multilevel"/>
    <w:tmpl w:val="328C7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60502FFC"/>
    <w:multiLevelType w:val="multilevel"/>
    <w:tmpl w:val="04B2792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49D1AA5"/>
    <w:multiLevelType w:val="multilevel"/>
    <w:tmpl w:val="A4083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344BED"/>
    <w:multiLevelType w:val="multilevel"/>
    <w:tmpl w:val="26A4B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230A0D"/>
    <w:multiLevelType w:val="multilevel"/>
    <w:tmpl w:val="6F78A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FA093D"/>
    <w:multiLevelType w:val="multilevel"/>
    <w:tmpl w:val="3ED86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9E30FE"/>
    <w:multiLevelType w:val="multilevel"/>
    <w:tmpl w:val="895E8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2B1E51"/>
    <w:multiLevelType w:val="hybridMultilevel"/>
    <w:tmpl w:val="85E293E0"/>
    <w:lvl w:ilvl="0" w:tplc="903A92AE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9"/>
  </w:num>
  <w:num w:numId="5">
    <w:abstractNumId w:val="2"/>
  </w:num>
  <w:num w:numId="6">
    <w:abstractNumId w:val="21"/>
  </w:num>
  <w:num w:numId="7">
    <w:abstractNumId w:val="15"/>
  </w:num>
  <w:num w:numId="8">
    <w:abstractNumId w:val="13"/>
  </w:num>
  <w:num w:numId="9">
    <w:abstractNumId w:val="6"/>
  </w:num>
  <w:num w:numId="10">
    <w:abstractNumId w:val="18"/>
  </w:num>
  <w:num w:numId="11">
    <w:abstractNumId w:val="11"/>
  </w:num>
  <w:num w:numId="12">
    <w:abstractNumId w:val="0"/>
  </w:num>
  <w:num w:numId="13">
    <w:abstractNumId w:val="5"/>
  </w:num>
  <w:num w:numId="14">
    <w:abstractNumId w:val="3"/>
  </w:num>
  <w:num w:numId="15">
    <w:abstractNumId w:val="10"/>
  </w:num>
  <w:num w:numId="16">
    <w:abstractNumId w:val="20"/>
  </w:num>
  <w:num w:numId="17">
    <w:abstractNumId w:val="1"/>
  </w:num>
  <w:num w:numId="18">
    <w:abstractNumId w:val="8"/>
  </w:num>
  <w:num w:numId="19">
    <w:abstractNumId w:val="16"/>
  </w:num>
  <w:num w:numId="20">
    <w:abstractNumId w:val="17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attachedTemplate r:id="rId1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E64"/>
    <w:rsid w:val="00047429"/>
    <w:rsid w:val="00047FD5"/>
    <w:rsid w:val="0007527B"/>
    <w:rsid w:val="000C75E6"/>
    <w:rsid w:val="000E6CBB"/>
    <w:rsid w:val="00134D7E"/>
    <w:rsid w:val="001433DD"/>
    <w:rsid w:val="0017246F"/>
    <w:rsid w:val="001D4B3A"/>
    <w:rsid w:val="0031075C"/>
    <w:rsid w:val="00350A39"/>
    <w:rsid w:val="00377D91"/>
    <w:rsid w:val="00384206"/>
    <w:rsid w:val="003A7207"/>
    <w:rsid w:val="003B7D1A"/>
    <w:rsid w:val="00441C14"/>
    <w:rsid w:val="004B0D90"/>
    <w:rsid w:val="004B4682"/>
    <w:rsid w:val="004D4C3C"/>
    <w:rsid w:val="004E097D"/>
    <w:rsid w:val="00500649"/>
    <w:rsid w:val="00617718"/>
    <w:rsid w:val="00653937"/>
    <w:rsid w:val="00654180"/>
    <w:rsid w:val="0068035A"/>
    <w:rsid w:val="006A3BD5"/>
    <w:rsid w:val="007241E3"/>
    <w:rsid w:val="00724BE9"/>
    <w:rsid w:val="00783B8C"/>
    <w:rsid w:val="0079487C"/>
    <w:rsid w:val="007A7AED"/>
    <w:rsid w:val="00816647"/>
    <w:rsid w:val="00837447"/>
    <w:rsid w:val="008414A9"/>
    <w:rsid w:val="00851182"/>
    <w:rsid w:val="00865C9A"/>
    <w:rsid w:val="008845B8"/>
    <w:rsid w:val="00885A14"/>
    <w:rsid w:val="009508BC"/>
    <w:rsid w:val="00956313"/>
    <w:rsid w:val="009A2B5F"/>
    <w:rsid w:val="00A44C70"/>
    <w:rsid w:val="00A80720"/>
    <w:rsid w:val="00B5353D"/>
    <w:rsid w:val="00CB45E5"/>
    <w:rsid w:val="00CD40DC"/>
    <w:rsid w:val="00D31487"/>
    <w:rsid w:val="00D4044B"/>
    <w:rsid w:val="00DC579B"/>
    <w:rsid w:val="00DF19AE"/>
    <w:rsid w:val="00E139AF"/>
    <w:rsid w:val="00E303B7"/>
    <w:rsid w:val="00E54425"/>
    <w:rsid w:val="00E60903"/>
    <w:rsid w:val="00EC418F"/>
    <w:rsid w:val="00EE3218"/>
    <w:rsid w:val="00F80D88"/>
    <w:rsid w:val="00F84B40"/>
    <w:rsid w:val="00F93268"/>
    <w:rsid w:val="00F95E64"/>
    <w:rsid w:val="00FA2675"/>
    <w:rsid w:val="00FA5F75"/>
    <w:rsid w:val="00F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94B61"/>
  <w15:chartTrackingRefBased/>
  <w15:docId w15:val="{CF1946B3-0908-4275-BD98-CCF130FA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95E64"/>
    <w:pPr>
      <w:widowControl w:val="0"/>
    </w:pPr>
    <w:rPr>
      <w:szCs w:val="24"/>
    </w:rPr>
  </w:style>
  <w:style w:type="paragraph" w:styleId="1">
    <w:name w:val="heading 1"/>
    <w:basedOn w:val="a0"/>
    <w:next w:val="a0"/>
    <w:link w:val="10"/>
    <w:uiPriority w:val="9"/>
    <w:qFormat/>
    <w:rsid w:val="0083744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83B8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34D7E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34D7E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-12pt">
    <w:name w:val="樣式1-單行12pt"/>
    <w:basedOn w:val="a0"/>
    <w:link w:val="1-12pt0"/>
    <w:rsid w:val="00654180"/>
    <w:pPr>
      <w:widowControl/>
    </w:pPr>
    <w:rPr>
      <w:color w:val="1E1E1E"/>
      <w:kern w:val="36"/>
    </w:rPr>
  </w:style>
  <w:style w:type="character" w:customStyle="1" w:styleId="1-12pt0">
    <w:name w:val="樣式1-單行12pt 字元"/>
    <w:basedOn w:val="a1"/>
    <w:link w:val="1-12pt"/>
    <w:rsid w:val="00654180"/>
    <w:rPr>
      <w:rFonts w:ascii="Times New Roman" w:eastAsia="標楷體" w:hAnsi="Times New Roman" w:cs="Times New Roman"/>
      <w:color w:val="1E1E1E"/>
      <w:kern w:val="36"/>
      <w:szCs w:val="24"/>
    </w:rPr>
  </w:style>
  <w:style w:type="paragraph" w:customStyle="1" w:styleId="1-green-underline">
    <w:name w:val="標題1-green-underline"/>
    <w:basedOn w:val="1"/>
    <w:next w:val="a0"/>
    <w:link w:val="1-green-underline0"/>
    <w:autoRedefine/>
    <w:qFormat/>
    <w:rsid w:val="009A2B5F"/>
    <w:pPr>
      <w:pBdr>
        <w:bottom w:val="single" w:sz="4" w:space="1" w:color="auto"/>
      </w:pBdr>
      <w:spacing w:before="0" w:after="0" w:line="240" w:lineRule="auto"/>
    </w:pPr>
    <w:rPr>
      <w:rFonts w:ascii="Times New Roman" w:eastAsia="標楷體" w:hAnsi="Times New Roman" w:cs="Times New Roman"/>
      <w:sz w:val="32"/>
      <w:szCs w:val="20"/>
      <w:shd w:val="clear" w:color="auto" w:fill="E2EFD9" w:themeFill="accent6" w:themeFillTint="33"/>
    </w:rPr>
  </w:style>
  <w:style w:type="character" w:customStyle="1" w:styleId="1-green-underline0">
    <w:name w:val="標題1-green-underline 字元"/>
    <w:basedOn w:val="a1"/>
    <w:link w:val="1-green-underline"/>
    <w:rsid w:val="009A2B5F"/>
    <w:rPr>
      <w:rFonts w:ascii="Times New Roman" w:eastAsia="標楷體" w:hAnsi="Times New Roman" w:cs="Times New Roman"/>
      <w:b/>
      <w:bCs/>
      <w:kern w:val="52"/>
      <w:sz w:val="32"/>
      <w:szCs w:val="20"/>
    </w:rPr>
  </w:style>
  <w:style w:type="paragraph" w:customStyle="1" w:styleId="-14">
    <w:name w:val="樣式-標楷14粗體"/>
    <w:basedOn w:val="a0"/>
    <w:link w:val="-140"/>
    <w:rsid w:val="000C75E6"/>
    <w:pPr>
      <w:widowControl/>
    </w:pPr>
    <w:rPr>
      <w:b/>
      <w:kern w:val="0"/>
      <w:sz w:val="28"/>
    </w:rPr>
  </w:style>
  <w:style w:type="character" w:customStyle="1" w:styleId="-140">
    <w:name w:val="樣式-標楷14粗體 字元"/>
    <w:basedOn w:val="a1"/>
    <w:link w:val="-14"/>
    <w:rsid w:val="000C75E6"/>
    <w:rPr>
      <w:rFonts w:ascii="Times New Roman" w:eastAsia="標楷體" w:hAnsi="Times New Roman" w:cs="Times New Roman"/>
      <w:b/>
      <w:kern w:val="0"/>
      <w:sz w:val="28"/>
      <w:szCs w:val="24"/>
    </w:rPr>
  </w:style>
  <w:style w:type="paragraph" w:customStyle="1" w:styleId="H2-14">
    <w:name w:val="H2-14標楷單自"/>
    <w:basedOn w:val="2"/>
    <w:next w:val="a0"/>
    <w:link w:val="H2-140"/>
    <w:qFormat/>
    <w:rsid w:val="0031075C"/>
    <w:pPr>
      <w:keepNext w:val="0"/>
      <w:widowControl/>
      <w:spacing w:after="100" w:afterAutospacing="1" w:line="240" w:lineRule="auto"/>
    </w:pPr>
    <w:rPr>
      <w:rFonts w:ascii="Times New Roman" w:eastAsia="標楷體" w:hAnsi="Times New Roman" w:cs="Times New Roman"/>
      <w:kern w:val="0"/>
      <w:sz w:val="28"/>
      <w:szCs w:val="36"/>
    </w:rPr>
  </w:style>
  <w:style w:type="character" w:customStyle="1" w:styleId="H2-140">
    <w:name w:val="H2-14標楷單自 字元"/>
    <w:basedOn w:val="20"/>
    <w:link w:val="H2-14"/>
    <w:rsid w:val="0031075C"/>
    <w:rPr>
      <w:rFonts w:ascii="Times New Roman" w:eastAsia="標楷體" w:hAnsi="Times New Roman" w:cs="Times New Roman"/>
      <w:b/>
      <w:bCs/>
      <w:kern w:val="0"/>
      <w:sz w:val="28"/>
      <w:szCs w:val="36"/>
    </w:rPr>
  </w:style>
  <w:style w:type="character" w:customStyle="1" w:styleId="20">
    <w:name w:val="標題 2 字元"/>
    <w:basedOn w:val="a1"/>
    <w:link w:val="2"/>
    <w:uiPriority w:val="9"/>
    <w:semiHidden/>
    <w:rsid w:val="00783B8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10">
    <w:name w:val="標題 1 字元"/>
    <w:basedOn w:val="a1"/>
    <w:link w:val="1"/>
    <w:uiPriority w:val="9"/>
    <w:rsid w:val="0083744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H2-141">
    <w:name w:val="H2-14"/>
    <w:basedOn w:val="2"/>
    <w:link w:val="H2-142"/>
    <w:autoRedefine/>
    <w:qFormat/>
    <w:rsid w:val="004B4682"/>
    <w:pPr>
      <w:keepNext w:val="0"/>
      <w:widowControl/>
      <w:pBdr>
        <w:bottom w:val="single" w:sz="4" w:space="1" w:color="auto"/>
      </w:pBdr>
      <w:shd w:val="clear" w:color="auto" w:fill="E2EFD9" w:themeFill="accent6" w:themeFillTint="33"/>
      <w:spacing w:line="240" w:lineRule="auto"/>
    </w:pPr>
    <w:rPr>
      <w:rFonts w:ascii="Times New Roman" w:eastAsia="標楷體" w:hAnsi="Times New Roman" w:cs="Times New Roman"/>
      <w:b w:val="0"/>
      <w:kern w:val="0"/>
      <w:sz w:val="28"/>
      <w:szCs w:val="36"/>
      <w:shd w:val="clear" w:color="auto" w:fill="E2EFD9" w:themeFill="accent6" w:themeFillTint="33"/>
    </w:rPr>
  </w:style>
  <w:style w:type="character" w:customStyle="1" w:styleId="H2-142">
    <w:name w:val="H2-14 字元"/>
    <w:basedOn w:val="20"/>
    <w:link w:val="H2-141"/>
    <w:rsid w:val="004B4682"/>
    <w:rPr>
      <w:rFonts w:ascii="Times New Roman" w:eastAsia="標楷體" w:hAnsi="Times New Roman" w:cs="Times New Roman"/>
      <w:b w:val="0"/>
      <w:bCs/>
      <w:kern w:val="0"/>
      <w:sz w:val="28"/>
      <w:szCs w:val="36"/>
      <w:shd w:val="clear" w:color="auto" w:fill="E2EFD9" w:themeFill="accent6" w:themeFillTint="33"/>
    </w:rPr>
  </w:style>
  <w:style w:type="paragraph" w:customStyle="1" w:styleId="H1-16">
    <w:name w:val="H1-16"/>
    <w:basedOn w:val="1"/>
    <w:link w:val="H1-160"/>
    <w:qFormat/>
    <w:rsid w:val="007A7AED"/>
    <w:pPr>
      <w:spacing w:before="0" w:after="0" w:line="240" w:lineRule="auto"/>
    </w:pPr>
    <w:rPr>
      <w:rFonts w:ascii="Times New Roman" w:eastAsia="標楷體" w:hAnsi="Times New Roman"/>
      <w:sz w:val="32"/>
    </w:rPr>
  </w:style>
  <w:style w:type="character" w:customStyle="1" w:styleId="H1-160">
    <w:name w:val="H1-16 字元"/>
    <w:basedOn w:val="10"/>
    <w:link w:val="H1-16"/>
    <w:rsid w:val="007A7AED"/>
    <w:rPr>
      <w:rFonts w:ascii="Times New Roman" w:eastAsia="標楷體" w:hAnsi="Times New Roman" w:cstheme="majorBidi"/>
      <w:b/>
      <w:bCs/>
      <w:kern w:val="52"/>
      <w:sz w:val="32"/>
      <w:szCs w:val="52"/>
    </w:rPr>
  </w:style>
  <w:style w:type="paragraph" w:customStyle="1" w:styleId="12">
    <w:name w:val="標楷單行12"/>
    <w:basedOn w:val="a0"/>
    <w:link w:val="120"/>
    <w:autoRedefine/>
    <w:qFormat/>
    <w:rsid w:val="003A7207"/>
    <w:rPr>
      <w:kern w:val="36"/>
      <w:sz w:val="32"/>
      <w:szCs w:val="32"/>
    </w:rPr>
  </w:style>
  <w:style w:type="character" w:customStyle="1" w:styleId="120">
    <w:name w:val="標楷單行12 字元"/>
    <w:basedOn w:val="H1-160"/>
    <w:link w:val="12"/>
    <w:rsid w:val="003A7207"/>
    <w:rPr>
      <w:rFonts w:ascii="Times New Roman" w:eastAsia="標楷體" w:hAnsi="Times New Roman" w:cs="Times New Roman"/>
      <w:b w:val="0"/>
      <w:bCs w:val="0"/>
      <w:kern w:val="36"/>
      <w:sz w:val="32"/>
      <w:szCs w:val="32"/>
    </w:rPr>
  </w:style>
  <w:style w:type="paragraph" w:customStyle="1" w:styleId="a4">
    <w:name w:val="標楷"/>
    <w:basedOn w:val="a0"/>
    <w:link w:val="a5"/>
    <w:rsid w:val="00816647"/>
  </w:style>
  <w:style w:type="character" w:customStyle="1" w:styleId="a5">
    <w:name w:val="標楷 字元"/>
    <w:basedOn w:val="a1"/>
    <w:link w:val="a4"/>
    <w:rsid w:val="00816647"/>
    <w:rPr>
      <w:rFonts w:eastAsia="標楷體"/>
      <w:szCs w:val="24"/>
    </w:rPr>
  </w:style>
  <w:style w:type="paragraph" w:customStyle="1" w:styleId="font12-Bblue">
    <w:name w:val="font12-B+blue"/>
    <w:basedOn w:val="1-12pt"/>
    <w:link w:val="font12-Bblue0"/>
    <w:qFormat/>
    <w:rsid w:val="00500649"/>
    <w:rPr>
      <w:rFonts w:ascii="Segoe UI" w:hAnsi="Segoe UI" w:cs="Segoe UI"/>
      <w:b/>
      <w:bCs/>
      <w:color w:val="0070C0"/>
    </w:rPr>
  </w:style>
  <w:style w:type="character" w:customStyle="1" w:styleId="font12-Bblue0">
    <w:name w:val="font12-B+blue 字元"/>
    <w:basedOn w:val="1-12pt0"/>
    <w:link w:val="font12-Bblue"/>
    <w:rsid w:val="00500649"/>
    <w:rPr>
      <w:rFonts w:ascii="Segoe UI" w:eastAsia="標楷體" w:hAnsi="Segoe UI" w:cs="Segoe UI"/>
      <w:b/>
      <w:bCs/>
      <w:color w:val="0070C0"/>
      <w:kern w:val="36"/>
      <w:szCs w:val="24"/>
    </w:rPr>
  </w:style>
  <w:style w:type="paragraph" w:customStyle="1" w:styleId="160">
    <w:name w:val="標楷16"/>
    <w:basedOn w:val="a0"/>
    <w:link w:val="161"/>
    <w:rsid w:val="008414A9"/>
    <w:rPr>
      <w:sz w:val="32"/>
    </w:rPr>
  </w:style>
  <w:style w:type="character" w:customStyle="1" w:styleId="161">
    <w:name w:val="標楷16 字元"/>
    <w:basedOn w:val="a1"/>
    <w:link w:val="160"/>
    <w:rsid w:val="008414A9"/>
    <w:rPr>
      <w:rFonts w:eastAsia="標楷體"/>
      <w:sz w:val="32"/>
    </w:rPr>
  </w:style>
  <w:style w:type="paragraph" w:customStyle="1" w:styleId="font12-B">
    <w:name w:val="font12-B+櫻鼠"/>
    <w:basedOn w:val="1-12pt"/>
    <w:link w:val="font12-B0"/>
    <w:qFormat/>
    <w:rsid w:val="00816647"/>
    <w:rPr>
      <w:rFonts w:ascii="Segoe UI" w:eastAsia="標楷體-櫻鼠" w:hAnsi="Segoe UI" w:cs="Segoe UI"/>
      <w:b/>
      <w:bCs/>
      <w:color w:val="AA9B93"/>
    </w:rPr>
  </w:style>
  <w:style w:type="character" w:customStyle="1" w:styleId="font12-B0">
    <w:name w:val="font12-B+櫻鼠 字元"/>
    <w:basedOn w:val="1-12pt0"/>
    <w:link w:val="font12-B"/>
    <w:rsid w:val="00816647"/>
    <w:rPr>
      <w:rFonts w:ascii="Segoe UI" w:eastAsia="標楷體-櫻鼠" w:hAnsi="Segoe UI" w:cs="Segoe UI"/>
      <w:b/>
      <w:bCs/>
      <w:color w:val="AA9B93"/>
      <w:kern w:val="36"/>
      <w:szCs w:val="24"/>
    </w:rPr>
  </w:style>
  <w:style w:type="paragraph" w:customStyle="1" w:styleId="font12-green">
    <w:name w:val="font12-green"/>
    <w:basedOn w:val="a0"/>
    <w:link w:val="font12-green0"/>
    <w:qFormat/>
    <w:rsid w:val="00816647"/>
    <w:pPr>
      <w:widowControl/>
      <w:pBdr>
        <w:top w:val="single" w:sz="2" w:space="0" w:color="E5E7EB"/>
        <w:left w:val="single" w:sz="2" w:space="0" w:color="E5E7EB"/>
        <w:bottom w:val="single" w:sz="2" w:space="0" w:color="E5E7EB"/>
        <w:right w:val="single" w:sz="2" w:space="0" w:color="E5E7EB"/>
      </w:pBdr>
      <w:outlineLvl w:val="2"/>
    </w:pPr>
    <w:rPr>
      <w:b/>
      <w:bCs/>
      <w:color w:val="227D51"/>
      <w:kern w:val="0"/>
      <w:szCs w:val="27"/>
    </w:rPr>
  </w:style>
  <w:style w:type="character" w:customStyle="1" w:styleId="font12-green0">
    <w:name w:val="font12-green 字元"/>
    <w:basedOn w:val="a1"/>
    <w:link w:val="font12-green"/>
    <w:rsid w:val="00816647"/>
    <w:rPr>
      <w:rFonts w:ascii="Times New Roman" w:eastAsia="標楷體" w:hAnsi="Times New Roman" w:cs="Times New Roman"/>
      <w:b/>
      <w:bCs/>
      <w:color w:val="227D51"/>
      <w:kern w:val="0"/>
      <w:szCs w:val="27"/>
    </w:rPr>
  </w:style>
  <w:style w:type="paragraph" w:customStyle="1" w:styleId="a6">
    <w:name w:val="標楷單"/>
    <w:basedOn w:val="a0"/>
    <w:link w:val="a7"/>
    <w:rsid w:val="00956313"/>
  </w:style>
  <w:style w:type="character" w:customStyle="1" w:styleId="a7">
    <w:name w:val="標楷單 字元"/>
    <w:basedOn w:val="a1"/>
    <w:link w:val="a6"/>
    <w:rsid w:val="00956313"/>
    <w:rPr>
      <w:rFonts w:eastAsia="標楷體"/>
      <w:szCs w:val="24"/>
    </w:rPr>
  </w:style>
  <w:style w:type="paragraph" w:customStyle="1" w:styleId="16">
    <w:name w:val="標楷單16"/>
    <w:basedOn w:val="a0"/>
    <w:next w:val="a0"/>
    <w:link w:val="162"/>
    <w:autoRedefine/>
    <w:qFormat/>
    <w:rsid w:val="0031075C"/>
    <w:pPr>
      <w:widowControl/>
      <w:numPr>
        <w:numId w:val="5"/>
      </w:numPr>
      <w:ind w:left="482" w:hanging="482"/>
    </w:pPr>
    <w:rPr>
      <w:b/>
      <w:bCs/>
      <w:kern w:val="36"/>
      <w:sz w:val="32"/>
      <w:szCs w:val="32"/>
    </w:rPr>
  </w:style>
  <w:style w:type="character" w:customStyle="1" w:styleId="162">
    <w:name w:val="標楷單16 字元"/>
    <w:basedOn w:val="H1-160"/>
    <w:link w:val="16"/>
    <w:rsid w:val="0031075C"/>
    <w:rPr>
      <w:rFonts w:ascii="Times New Roman" w:eastAsia="標楷體" w:hAnsi="Times New Roman" w:cs="Times New Roman"/>
      <w:b/>
      <w:bCs/>
      <w:kern w:val="36"/>
      <w:sz w:val="32"/>
      <w:szCs w:val="32"/>
    </w:rPr>
  </w:style>
  <w:style w:type="paragraph" w:customStyle="1" w:styleId="121">
    <w:name w:val="標楷單12"/>
    <w:basedOn w:val="a0"/>
    <w:link w:val="122"/>
    <w:qFormat/>
    <w:rsid w:val="00E303B7"/>
  </w:style>
  <w:style w:type="character" w:customStyle="1" w:styleId="122">
    <w:name w:val="標楷單12 字元"/>
    <w:basedOn w:val="a1"/>
    <w:link w:val="121"/>
    <w:rsid w:val="00E303B7"/>
    <w:rPr>
      <w:rFonts w:eastAsia="標楷體"/>
      <w:szCs w:val="24"/>
    </w:rPr>
  </w:style>
  <w:style w:type="paragraph" w:customStyle="1" w:styleId="font12-bluebg">
    <w:name w:val="font12-blue+bg"/>
    <w:basedOn w:val="a0"/>
    <w:link w:val="font12-bluebg0"/>
    <w:qFormat/>
    <w:rsid w:val="00377D91"/>
    <w:pPr>
      <w:shd w:val="clear" w:color="auto" w:fill="FFF2CC" w:themeFill="accent4" w:themeFillTint="33"/>
    </w:pPr>
  </w:style>
  <w:style w:type="character" w:customStyle="1" w:styleId="font12-bluebg0">
    <w:name w:val="font12-blue+bg 字元"/>
    <w:basedOn w:val="a1"/>
    <w:link w:val="font12-bluebg"/>
    <w:rsid w:val="00377D91"/>
    <w:rPr>
      <w:rFonts w:eastAsia="標楷體"/>
      <w:shd w:val="clear" w:color="auto" w:fill="FFF2CC" w:themeFill="accent4" w:themeFillTint="33"/>
    </w:rPr>
  </w:style>
  <w:style w:type="paragraph" w:customStyle="1" w:styleId="font12-pink">
    <w:name w:val="font12-pink"/>
    <w:basedOn w:val="a0"/>
    <w:next w:val="a0"/>
    <w:link w:val="font12-pink0"/>
    <w:qFormat/>
    <w:rsid w:val="00885A14"/>
    <w:pPr>
      <w:widowControl/>
    </w:pPr>
    <w:rPr>
      <w:rFonts w:cs="新細明體"/>
      <w:b/>
      <w:bCs/>
      <w:kern w:val="0"/>
      <w:shd w:val="clear" w:color="auto" w:fill="F9E1FB"/>
    </w:rPr>
  </w:style>
  <w:style w:type="character" w:customStyle="1" w:styleId="font12-pink0">
    <w:name w:val="font12-pink 字元"/>
    <w:basedOn w:val="122"/>
    <w:link w:val="font12-pink"/>
    <w:rsid w:val="00885A14"/>
    <w:rPr>
      <w:rFonts w:ascii="Times New Roman" w:eastAsia="標楷體" w:hAnsi="Times New Roman" w:cs="新細明體"/>
      <w:b/>
      <w:bCs/>
      <w:kern w:val="0"/>
      <w:szCs w:val="24"/>
    </w:rPr>
  </w:style>
  <w:style w:type="paragraph" w:customStyle="1" w:styleId="font12-darkblue">
    <w:name w:val="font12-dark blue"/>
    <w:basedOn w:val="a0"/>
    <w:next w:val="a0"/>
    <w:link w:val="font12-darkblue0"/>
    <w:qFormat/>
    <w:rsid w:val="00851182"/>
    <w:pPr>
      <w:widowControl/>
    </w:pPr>
    <w:rPr>
      <w:rFonts w:cs="新細明體"/>
      <w:b/>
      <w:color w:val="002060"/>
      <w:kern w:val="0"/>
    </w:rPr>
  </w:style>
  <w:style w:type="character" w:customStyle="1" w:styleId="font12-darkblue0">
    <w:name w:val="font12-dark blue 字元"/>
    <w:basedOn w:val="font12-green0"/>
    <w:link w:val="font12-darkblue"/>
    <w:rsid w:val="00851182"/>
    <w:rPr>
      <w:rFonts w:ascii="Times New Roman" w:eastAsia="標楷體" w:hAnsi="Times New Roman" w:cs="新細明體"/>
      <w:b/>
      <w:bCs w:val="0"/>
      <w:color w:val="002060"/>
      <w:kern w:val="0"/>
      <w:szCs w:val="24"/>
    </w:rPr>
  </w:style>
  <w:style w:type="paragraph" w:customStyle="1" w:styleId="a">
    <w:name w:val="清單Ａ"/>
    <w:basedOn w:val="a8"/>
    <w:link w:val="a9"/>
    <w:qFormat/>
    <w:rsid w:val="00851182"/>
    <w:pPr>
      <w:numPr>
        <w:numId w:val="7"/>
      </w:numPr>
      <w:spacing w:before="100" w:beforeAutospacing="1" w:after="100" w:afterAutospacing="1"/>
      <w:ind w:leftChars="0" w:left="482" w:hanging="482"/>
    </w:pPr>
    <w:rPr>
      <w:b/>
      <w:bCs/>
      <w:color w:val="0070C0"/>
    </w:rPr>
  </w:style>
  <w:style w:type="character" w:customStyle="1" w:styleId="a9">
    <w:name w:val="清單Ａ 字元"/>
    <w:basedOn w:val="a1"/>
    <w:link w:val="a"/>
    <w:rsid w:val="00851182"/>
    <w:rPr>
      <w:rFonts w:ascii="Times New Roman" w:eastAsia="標楷體" w:hAnsi="Times New Roman" w:cs="Times New Roman"/>
      <w:b/>
      <w:bCs/>
      <w:color w:val="0070C0"/>
      <w:szCs w:val="24"/>
    </w:rPr>
  </w:style>
  <w:style w:type="paragraph" w:styleId="a8">
    <w:name w:val="List Paragraph"/>
    <w:basedOn w:val="a0"/>
    <w:uiPriority w:val="34"/>
    <w:qFormat/>
    <w:rsid w:val="00851182"/>
    <w:pPr>
      <w:ind w:leftChars="200" w:left="480"/>
    </w:pPr>
  </w:style>
  <w:style w:type="paragraph" w:styleId="aa">
    <w:name w:val="header"/>
    <w:basedOn w:val="a0"/>
    <w:link w:val="ab"/>
    <w:uiPriority w:val="99"/>
    <w:unhideWhenUsed/>
    <w:rsid w:val="00885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1"/>
    <w:link w:val="aa"/>
    <w:uiPriority w:val="99"/>
    <w:rsid w:val="00885A14"/>
    <w:rPr>
      <w:sz w:val="20"/>
      <w:szCs w:val="20"/>
    </w:rPr>
  </w:style>
  <w:style w:type="paragraph" w:styleId="ac">
    <w:name w:val="footer"/>
    <w:basedOn w:val="a0"/>
    <w:link w:val="ad"/>
    <w:uiPriority w:val="99"/>
    <w:unhideWhenUsed/>
    <w:rsid w:val="00885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rsid w:val="00885A14"/>
    <w:rPr>
      <w:sz w:val="20"/>
      <w:szCs w:val="20"/>
    </w:rPr>
  </w:style>
  <w:style w:type="paragraph" w:customStyle="1" w:styleId="123">
    <w:name w:val="標楷單12本文"/>
    <w:basedOn w:val="a0"/>
    <w:link w:val="124"/>
    <w:qFormat/>
    <w:rsid w:val="00F80D88"/>
    <w:pPr>
      <w:widowControl/>
      <w:shd w:val="clear" w:color="auto" w:fill="FFFFFF"/>
    </w:pPr>
    <w:rPr>
      <w:b/>
      <w:bCs/>
      <w:color w:val="161616"/>
      <w:kern w:val="36"/>
      <w:szCs w:val="48"/>
    </w:rPr>
  </w:style>
  <w:style w:type="character" w:customStyle="1" w:styleId="124">
    <w:name w:val="標楷單12本文 字元"/>
    <w:basedOn w:val="a1"/>
    <w:link w:val="123"/>
    <w:rsid w:val="00F80D88"/>
    <w:rPr>
      <w:rFonts w:ascii="Times New Roman" w:eastAsia="標楷體" w:hAnsi="Times New Roman" w:cs="Times New Roman"/>
      <w:b/>
      <w:bCs/>
      <w:color w:val="161616"/>
      <w:kern w:val="36"/>
      <w:szCs w:val="48"/>
      <w:shd w:val="clear" w:color="auto" w:fill="FFFFFF"/>
    </w:rPr>
  </w:style>
  <w:style w:type="numbering" w:customStyle="1" w:styleId="listdot">
    <w:name w:val="listdot"/>
    <w:basedOn w:val="a3"/>
    <w:uiPriority w:val="99"/>
    <w:rsid w:val="00DF19AE"/>
    <w:pPr>
      <w:numPr>
        <w:numId w:val="8"/>
      </w:numPr>
    </w:pPr>
  </w:style>
  <w:style w:type="character" w:customStyle="1" w:styleId="30">
    <w:name w:val="標題 3 字元"/>
    <w:basedOn w:val="a1"/>
    <w:link w:val="3"/>
    <w:uiPriority w:val="9"/>
    <w:semiHidden/>
    <w:rsid w:val="00134D7E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1"/>
    <w:link w:val="4"/>
    <w:uiPriority w:val="9"/>
    <w:semiHidden/>
    <w:rsid w:val="00134D7E"/>
    <w:rPr>
      <w:rFonts w:asciiTheme="majorHAnsi" w:eastAsiaTheme="majorEastAsia" w:hAnsiTheme="majorHAnsi" w:cstheme="majorBidi"/>
      <w:sz w:val="36"/>
      <w:szCs w:val="36"/>
    </w:rPr>
  </w:style>
  <w:style w:type="paragraph" w:customStyle="1" w:styleId="ds-markdown-paragraph">
    <w:name w:val="ds-markdown-paragraph"/>
    <w:basedOn w:val="a0"/>
    <w:rsid w:val="00134D7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character" w:styleId="ae">
    <w:name w:val="Strong"/>
    <w:basedOn w:val="a1"/>
    <w:uiPriority w:val="22"/>
    <w:qFormat/>
    <w:rsid w:val="00134D7E"/>
    <w:rPr>
      <w:b/>
      <w:bCs/>
    </w:rPr>
  </w:style>
  <w:style w:type="paragraph" w:styleId="Web">
    <w:name w:val="Normal (Web)"/>
    <w:basedOn w:val="a0"/>
    <w:uiPriority w:val="99"/>
    <w:semiHidden/>
    <w:unhideWhenUsed/>
    <w:rsid w:val="0088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character" w:styleId="af">
    <w:name w:val="Hyperlink"/>
    <w:basedOn w:val="a1"/>
    <w:uiPriority w:val="99"/>
    <w:semiHidden/>
    <w:unhideWhenUsed/>
    <w:rsid w:val="0007527B"/>
    <w:rPr>
      <w:strike w:val="0"/>
      <w:dstrike w:val="0"/>
      <w:color w:val="464FE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lob:https://www.microsoft365.com/6d63f7a0-7e06-486f-866b-ec6f747788eb" TargetMode="External"/><Relationship Id="rId3" Type="http://schemas.openxmlformats.org/officeDocument/2006/relationships/settings" Target="settings.xml"/><Relationship Id="rId7" Type="http://schemas.openxmlformats.org/officeDocument/2006/relationships/hyperlink" Target="blob:https://www.microsoft365.com/c5c569c7-dac4-4ecc-be13-9947181496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blob:https://www.microsoft365.com/a1e2ed01-da96-4370-84de-04e03ca2549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&#33258;&#35330;%20Office%20&#31684;&#26412;\&#33258;&#35330;&#27171;&#24335;2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自訂樣式2.dotx</Template>
  <TotalTime>7</TotalTime>
  <Pages>7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</dc:creator>
  <cp:keywords/>
  <dc:description/>
  <cp:lastModifiedBy>redchamber '</cp:lastModifiedBy>
  <cp:revision>15</cp:revision>
  <dcterms:created xsi:type="dcterms:W3CDTF">2025-07-09T01:59:00Z</dcterms:created>
  <dcterms:modified xsi:type="dcterms:W3CDTF">2025-07-09T02:06:00Z</dcterms:modified>
</cp:coreProperties>
</file>