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35D0F" w14:textId="77777777" w:rsidR="00347E55" w:rsidRDefault="00347E55" w:rsidP="00347E55">
      <w:pPr>
        <w:pStyle w:val="1-green-underline"/>
      </w:pPr>
      <w:r w:rsidRPr="00437E57">
        <w:t xml:space="preserve">Copilot </w:t>
      </w:r>
      <w:r w:rsidRPr="00437E57">
        <w:t>上課講義</w:t>
      </w:r>
    </w:p>
    <w:p w14:paraId="3E25FE03" w14:textId="77777777" w:rsidR="00347E55" w:rsidRPr="00437E57" w:rsidRDefault="00347E55" w:rsidP="00347E55">
      <w:pPr>
        <w:pStyle w:val="font12-pink"/>
      </w:pPr>
      <w:r w:rsidRPr="00437E57">
        <w:t>請產生一份</w:t>
      </w:r>
      <w:r w:rsidRPr="00437E57">
        <w:t>copilot</w:t>
      </w:r>
      <w:r w:rsidRPr="00437E57">
        <w:t>上課講義</w:t>
      </w:r>
      <w:r w:rsidRPr="00437E57">
        <w:t>, .pptx</w:t>
      </w:r>
      <w:r w:rsidRPr="00437E57">
        <w:t>及</w:t>
      </w:r>
      <w:r w:rsidRPr="00437E57">
        <w:t>.docx</w:t>
      </w:r>
      <w:r w:rsidRPr="00437E57">
        <w:t>各一份</w:t>
      </w:r>
    </w:p>
    <w:p w14:paraId="528E92B4" w14:textId="77777777" w:rsidR="00347E55" w:rsidRDefault="00347E55" w:rsidP="00347E55">
      <w:pPr>
        <w:widowControl/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</w:p>
    <w:p w14:paraId="429EE685" w14:textId="77777777" w:rsidR="00347E55" w:rsidRPr="00437E57" w:rsidRDefault="00347E55" w:rsidP="00347E55">
      <w:pPr>
        <w:widowControl/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bookmarkStart w:id="0" w:name="_Hlk202531615"/>
      <w:r w:rsidRPr="00437E57">
        <w:rPr>
          <w:rFonts w:ascii="Segoe UI" w:eastAsia="新細明體" w:hAnsi="Segoe UI" w:cs="Segoe UI"/>
          <w:kern w:val="0"/>
          <w:sz w:val="21"/>
          <w:szCs w:val="21"/>
        </w:rPr>
        <w:t>這裡是您請求的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 xml:space="preserve"> Copilot 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上課講義，包含兩種格式：</w:t>
      </w:r>
    </w:p>
    <w:p w14:paraId="64FE6211" w14:textId="77777777" w:rsidR="00347E55" w:rsidRPr="00437E57" w:rsidRDefault="00347E55" w:rsidP="00347E55">
      <w:pPr>
        <w:widowControl/>
        <w:numPr>
          <w:ilvl w:val="0"/>
          <w:numId w:val="9"/>
        </w:numPr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437E57">
        <w:rPr>
          <w:rFonts w:ascii="Segoe UI Emoji" w:eastAsia="新細明體" w:hAnsi="Segoe UI Emoji" w:cs="Segoe UI Emoji"/>
          <w:kern w:val="0"/>
          <w:sz w:val="21"/>
          <w:szCs w:val="21"/>
        </w:rPr>
        <w:t>📄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 xml:space="preserve"> Word 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文件：</w:t>
      </w:r>
      <w:hyperlink r:id="rId7" w:history="1">
        <w:r w:rsidRPr="00437E57">
          <w:rPr>
            <w:rFonts w:ascii="Segoe UI" w:eastAsia="新細明體" w:hAnsi="Segoe UI" w:cs="Segoe UI"/>
            <w:color w:val="464FEB"/>
            <w:kern w:val="0"/>
            <w:sz w:val="21"/>
            <w:szCs w:val="21"/>
          </w:rPr>
          <w:t>Copilot_</w:t>
        </w:r>
        <w:r w:rsidRPr="00437E57">
          <w:rPr>
            <w:rFonts w:ascii="Segoe UI" w:eastAsia="新細明體" w:hAnsi="Segoe UI" w:cs="Segoe UI"/>
            <w:color w:val="464FEB"/>
            <w:kern w:val="0"/>
            <w:sz w:val="21"/>
            <w:szCs w:val="21"/>
          </w:rPr>
          <w:t>講義</w:t>
        </w:r>
        <w:r w:rsidRPr="00437E57">
          <w:rPr>
            <w:rFonts w:ascii="Segoe UI" w:eastAsia="新細明體" w:hAnsi="Segoe UI" w:cs="Segoe UI"/>
            <w:color w:val="464FEB"/>
            <w:kern w:val="0"/>
            <w:sz w:val="21"/>
            <w:szCs w:val="21"/>
          </w:rPr>
          <w:t>.docx</w:t>
        </w:r>
      </w:hyperlink>
    </w:p>
    <w:p w14:paraId="0E0519A5" w14:textId="77777777" w:rsidR="00347E55" w:rsidRPr="00437E57" w:rsidRDefault="00347E55" w:rsidP="00347E55">
      <w:pPr>
        <w:widowControl/>
        <w:numPr>
          <w:ilvl w:val="0"/>
          <w:numId w:val="9"/>
        </w:numPr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437E57">
        <w:rPr>
          <w:rFonts w:ascii="Segoe UI Emoji" w:eastAsia="新細明體" w:hAnsi="Segoe UI Emoji" w:cs="Segoe UI Emoji"/>
          <w:kern w:val="0"/>
          <w:sz w:val="21"/>
          <w:szCs w:val="21"/>
        </w:rPr>
        <w:t>📊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 xml:space="preserve"> PowerPoint 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簡報：</w:t>
      </w:r>
      <w:hyperlink r:id="rId8" w:history="1">
        <w:r w:rsidRPr="00437E57">
          <w:rPr>
            <w:rFonts w:ascii="Segoe UI" w:eastAsia="新細明體" w:hAnsi="Segoe UI" w:cs="Segoe UI"/>
            <w:color w:val="464FEB"/>
            <w:kern w:val="0"/>
            <w:sz w:val="21"/>
            <w:szCs w:val="21"/>
          </w:rPr>
          <w:t>Copilot_</w:t>
        </w:r>
        <w:r w:rsidRPr="00437E57">
          <w:rPr>
            <w:rFonts w:ascii="Segoe UI" w:eastAsia="新細明體" w:hAnsi="Segoe UI" w:cs="Segoe UI"/>
            <w:color w:val="464FEB"/>
            <w:kern w:val="0"/>
            <w:sz w:val="21"/>
            <w:szCs w:val="21"/>
          </w:rPr>
          <w:t>講義</w:t>
        </w:r>
        <w:r w:rsidRPr="00437E57">
          <w:rPr>
            <w:rFonts w:ascii="Segoe UI" w:eastAsia="新細明體" w:hAnsi="Segoe UI" w:cs="Segoe UI"/>
            <w:color w:val="464FEB"/>
            <w:kern w:val="0"/>
            <w:sz w:val="21"/>
            <w:szCs w:val="21"/>
          </w:rPr>
          <w:t>.pptx</w:t>
        </w:r>
      </w:hyperlink>
    </w:p>
    <w:p w14:paraId="74B57EE5" w14:textId="77777777" w:rsidR="00347E55" w:rsidRPr="00437E57" w:rsidRDefault="00347E55" w:rsidP="00347E55">
      <w:pPr>
        <w:widowControl/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437E57">
        <w:rPr>
          <w:rFonts w:ascii="Segoe UI" w:eastAsia="新細明體" w:hAnsi="Segoe UI" w:cs="Segoe UI"/>
          <w:kern w:val="0"/>
          <w:sz w:val="21"/>
          <w:szCs w:val="21"/>
        </w:rPr>
        <w:t>內容涵蓋以下主題：</w:t>
      </w:r>
    </w:p>
    <w:p w14:paraId="71D1FA9E" w14:textId="77777777" w:rsidR="00347E55" w:rsidRPr="00437E57" w:rsidRDefault="00347E55" w:rsidP="00347E55">
      <w:pPr>
        <w:widowControl/>
        <w:numPr>
          <w:ilvl w:val="0"/>
          <w:numId w:val="10"/>
        </w:numPr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437E57">
        <w:rPr>
          <w:rFonts w:ascii="Segoe UI" w:eastAsia="新細明體" w:hAnsi="Segoe UI" w:cs="Segoe UI"/>
          <w:b/>
          <w:bCs/>
          <w:kern w:val="0"/>
          <w:sz w:val="21"/>
          <w:szCs w:val="21"/>
        </w:rPr>
        <w:t xml:space="preserve">Copilot </w:t>
      </w:r>
      <w:r w:rsidRPr="00437E57">
        <w:rPr>
          <w:rFonts w:ascii="Segoe UI" w:eastAsia="新細明體" w:hAnsi="Segoe UI" w:cs="Segoe UI"/>
          <w:b/>
          <w:bCs/>
          <w:kern w:val="0"/>
          <w:sz w:val="21"/>
          <w:szCs w:val="21"/>
        </w:rPr>
        <w:t>基本介紹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：了解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 xml:space="preserve"> Copilot 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是什麼，以及它在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 xml:space="preserve"> Microsoft 365 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中的角色。</w:t>
      </w:r>
    </w:p>
    <w:p w14:paraId="1F88811A" w14:textId="77777777" w:rsidR="00347E55" w:rsidRPr="00437E57" w:rsidRDefault="00347E55" w:rsidP="00347E55">
      <w:pPr>
        <w:widowControl/>
        <w:numPr>
          <w:ilvl w:val="0"/>
          <w:numId w:val="10"/>
        </w:numPr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437E57">
        <w:rPr>
          <w:rFonts w:ascii="Segoe UI" w:eastAsia="新細明體" w:hAnsi="Segoe UI" w:cs="Segoe UI"/>
          <w:b/>
          <w:bCs/>
          <w:kern w:val="0"/>
          <w:sz w:val="21"/>
          <w:szCs w:val="21"/>
        </w:rPr>
        <w:t>功能特色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：探索自然語言處理、文件撰寫、資料分析等能力。</w:t>
      </w:r>
    </w:p>
    <w:p w14:paraId="52CD861B" w14:textId="77777777" w:rsidR="00347E55" w:rsidRPr="00437E57" w:rsidRDefault="00347E55" w:rsidP="00347E55">
      <w:pPr>
        <w:widowControl/>
        <w:numPr>
          <w:ilvl w:val="0"/>
          <w:numId w:val="10"/>
        </w:numPr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437E57">
        <w:rPr>
          <w:rFonts w:ascii="Segoe UI" w:eastAsia="新細明體" w:hAnsi="Segoe UI" w:cs="Segoe UI"/>
          <w:b/>
          <w:bCs/>
          <w:kern w:val="0"/>
          <w:sz w:val="21"/>
          <w:szCs w:val="21"/>
        </w:rPr>
        <w:t>使用情境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：實際應用於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 xml:space="preserve"> Word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、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Excel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、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 xml:space="preserve">PowerPoint 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的範例。</w:t>
      </w:r>
    </w:p>
    <w:p w14:paraId="319E9479" w14:textId="77777777" w:rsidR="00347E55" w:rsidRPr="00437E57" w:rsidRDefault="00347E55" w:rsidP="00347E55">
      <w:pPr>
        <w:widowControl/>
        <w:numPr>
          <w:ilvl w:val="0"/>
          <w:numId w:val="10"/>
        </w:numPr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437E57">
        <w:rPr>
          <w:rFonts w:ascii="Segoe UI" w:eastAsia="新細明體" w:hAnsi="Segoe UI" w:cs="Segoe UI"/>
          <w:b/>
          <w:bCs/>
          <w:kern w:val="0"/>
          <w:sz w:val="21"/>
          <w:szCs w:val="21"/>
        </w:rPr>
        <w:t>實作範例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：展示如何透過指令讓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 xml:space="preserve"> Copilot 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自動產出內容。</w:t>
      </w:r>
    </w:p>
    <w:p w14:paraId="2BB2B78E" w14:textId="77777777" w:rsidR="00347E55" w:rsidRPr="00437E57" w:rsidRDefault="00347E55" w:rsidP="00347E55">
      <w:pPr>
        <w:widowControl/>
        <w:numPr>
          <w:ilvl w:val="0"/>
          <w:numId w:val="10"/>
        </w:numPr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437E57">
        <w:rPr>
          <w:rFonts w:ascii="Segoe UI" w:eastAsia="新細明體" w:hAnsi="Segoe UI" w:cs="Segoe UI"/>
          <w:b/>
          <w:bCs/>
          <w:kern w:val="0"/>
          <w:sz w:val="21"/>
          <w:szCs w:val="21"/>
        </w:rPr>
        <w:t>結語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：強調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 xml:space="preserve"> Copilot </w:t>
      </w:r>
      <w:r w:rsidRPr="00437E57">
        <w:rPr>
          <w:rFonts w:ascii="Segoe UI" w:eastAsia="新細明體" w:hAnsi="Segoe UI" w:cs="Segoe UI"/>
          <w:kern w:val="0"/>
          <w:sz w:val="21"/>
          <w:szCs w:val="21"/>
        </w:rPr>
        <w:t>在提升生產力上的價值。</w:t>
      </w:r>
    </w:p>
    <w:p w14:paraId="02389503" w14:textId="77777777" w:rsidR="00347E55" w:rsidRPr="00437E57" w:rsidRDefault="00347E55" w:rsidP="00347E55">
      <w:pPr>
        <w:widowControl/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437E57">
        <w:rPr>
          <w:rFonts w:ascii="Segoe UI" w:eastAsia="新細明體" w:hAnsi="Segoe UI" w:cs="Segoe UI"/>
          <w:kern w:val="0"/>
          <w:sz w:val="21"/>
          <w:szCs w:val="21"/>
        </w:rPr>
        <w:t>如果您需要加入更多章節、範例或轉換成其他語言，我也可以協助！</w:t>
      </w:r>
    </w:p>
    <w:p w14:paraId="4FB94012" w14:textId="77777777" w:rsidR="00347E55" w:rsidRPr="00437E57" w:rsidRDefault="00347E55" w:rsidP="00347E55"/>
    <w:p w14:paraId="28CF78EC" w14:textId="39709860" w:rsidR="00BA2C2A" w:rsidRPr="00347E55" w:rsidRDefault="00076859">
      <w:pPr>
        <w:rPr>
          <w:rFonts w:hint="eastAsia"/>
        </w:rPr>
      </w:pPr>
      <w:r>
        <w:rPr>
          <w:noProof/>
        </w:rPr>
        <w:drawing>
          <wp:inline distT="0" distB="0" distL="0" distR="0" wp14:anchorId="08475AA0" wp14:editId="51AB6274">
            <wp:extent cx="5274310" cy="4039870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3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A2C2A" w:rsidRPr="00347E5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9B98C" w14:textId="77777777" w:rsidR="00D33B61" w:rsidRDefault="00D33B61" w:rsidP="00885A14">
      <w:r>
        <w:separator/>
      </w:r>
    </w:p>
  </w:endnote>
  <w:endnote w:type="continuationSeparator" w:id="0">
    <w:p w14:paraId="476A2D3F" w14:textId="77777777" w:rsidR="00D33B61" w:rsidRDefault="00D33B61" w:rsidP="00885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標楷體-櫻鼠">
    <w:altName w:val="標楷體"/>
    <w:panose1 w:val="00000000000000000000"/>
    <w:charset w:val="88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FAE7D" w14:textId="77777777" w:rsidR="00D33B61" w:rsidRDefault="00D33B61" w:rsidP="00885A14">
      <w:r>
        <w:separator/>
      </w:r>
    </w:p>
  </w:footnote>
  <w:footnote w:type="continuationSeparator" w:id="0">
    <w:p w14:paraId="3EB6BA16" w14:textId="77777777" w:rsidR="00D33B61" w:rsidRDefault="00D33B61" w:rsidP="00885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95206"/>
    <w:multiLevelType w:val="multilevel"/>
    <w:tmpl w:val="D15A1C42"/>
    <w:lvl w:ilvl="0">
      <w:start w:val="1"/>
      <w:numFmt w:val="decimal"/>
      <w:pStyle w:val="16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34F0207"/>
    <w:multiLevelType w:val="multilevel"/>
    <w:tmpl w:val="680C0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C2218C"/>
    <w:multiLevelType w:val="multilevel"/>
    <w:tmpl w:val="5D6EA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6402AA"/>
    <w:multiLevelType w:val="multilevel"/>
    <w:tmpl w:val="A5A6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0E1968"/>
    <w:multiLevelType w:val="hybridMultilevel"/>
    <w:tmpl w:val="A0C4ECE8"/>
    <w:lvl w:ilvl="0" w:tplc="32BE1EA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0587E33"/>
    <w:multiLevelType w:val="multilevel"/>
    <w:tmpl w:val="75805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D320EF7"/>
    <w:multiLevelType w:val="multilevel"/>
    <w:tmpl w:val="5C6E8572"/>
    <w:styleLink w:val="listdot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標楷體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191DE2"/>
    <w:multiLevelType w:val="multilevel"/>
    <w:tmpl w:val="328C7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0502FFC"/>
    <w:multiLevelType w:val="multilevel"/>
    <w:tmpl w:val="04B2792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E2B1E51"/>
    <w:multiLevelType w:val="hybridMultilevel"/>
    <w:tmpl w:val="85E293E0"/>
    <w:lvl w:ilvl="0" w:tplc="903A92AE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8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E55"/>
    <w:rsid w:val="00047429"/>
    <w:rsid w:val="00047FD5"/>
    <w:rsid w:val="00076859"/>
    <w:rsid w:val="000C75E6"/>
    <w:rsid w:val="000E6CBB"/>
    <w:rsid w:val="001D4B3A"/>
    <w:rsid w:val="0031075C"/>
    <w:rsid w:val="00347E55"/>
    <w:rsid w:val="00350A39"/>
    <w:rsid w:val="00377D91"/>
    <w:rsid w:val="003A7207"/>
    <w:rsid w:val="003B7D1A"/>
    <w:rsid w:val="004B4682"/>
    <w:rsid w:val="00500649"/>
    <w:rsid w:val="00653937"/>
    <w:rsid w:val="00654180"/>
    <w:rsid w:val="006A3BD5"/>
    <w:rsid w:val="007241E3"/>
    <w:rsid w:val="00724BE9"/>
    <w:rsid w:val="00783B8C"/>
    <w:rsid w:val="0079487C"/>
    <w:rsid w:val="007A7AED"/>
    <w:rsid w:val="00816647"/>
    <w:rsid w:val="00837447"/>
    <w:rsid w:val="008414A9"/>
    <w:rsid w:val="00851182"/>
    <w:rsid w:val="00865C9A"/>
    <w:rsid w:val="00885A14"/>
    <w:rsid w:val="00956313"/>
    <w:rsid w:val="009753F3"/>
    <w:rsid w:val="00A44C70"/>
    <w:rsid w:val="00A80720"/>
    <w:rsid w:val="00B5353D"/>
    <w:rsid w:val="00BA2C2A"/>
    <w:rsid w:val="00CD40DC"/>
    <w:rsid w:val="00D31487"/>
    <w:rsid w:val="00D33B61"/>
    <w:rsid w:val="00D4044B"/>
    <w:rsid w:val="00DF19AE"/>
    <w:rsid w:val="00E139AF"/>
    <w:rsid w:val="00E303B7"/>
    <w:rsid w:val="00E60903"/>
    <w:rsid w:val="00EE3218"/>
    <w:rsid w:val="00F80D88"/>
    <w:rsid w:val="00F84B40"/>
    <w:rsid w:val="00F93268"/>
    <w:rsid w:val="00FB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8D8781"/>
  <w15:chartTrackingRefBased/>
  <w15:docId w15:val="{157ED5B4-5DF2-45A4-95D3-82DE7A14F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47E55"/>
    <w:pPr>
      <w:widowControl w:val="0"/>
    </w:pPr>
    <w:rPr>
      <w:rFonts w:ascii="Times New Roman" w:eastAsia="標楷體" w:hAnsi="Times New Roman" w:cs="Times New Roman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83744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83B8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12pt">
    <w:name w:val="樣式1-單行12pt"/>
    <w:basedOn w:val="a0"/>
    <w:link w:val="1-12pt0"/>
    <w:rsid w:val="00654180"/>
    <w:pPr>
      <w:widowControl/>
    </w:pPr>
    <w:rPr>
      <w:color w:val="1E1E1E"/>
      <w:kern w:val="36"/>
    </w:rPr>
  </w:style>
  <w:style w:type="character" w:customStyle="1" w:styleId="1-12pt0">
    <w:name w:val="樣式1-單行12pt 字元"/>
    <w:basedOn w:val="a1"/>
    <w:link w:val="1-12pt"/>
    <w:rsid w:val="00654180"/>
    <w:rPr>
      <w:rFonts w:ascii="Times New Roman" w:eastAsia="標楷體" w:hAnsi="Times New Roman" w:cs="Times New Roman"/>
      <w:color w:val="1E1E1E"/>
      <w:kern w:val="36"/>
      <w:szCs w:val="24"/>
    </w:rPr>
  </w:style>
  <w:style w:type="paragraph" w:customStyle="1" w:styleId="1-green-underline">
    <w:name w:val="標題1-green-underline"/>
    <w:basedOn w:val="1"/>
    <w:next w:val="a0"/>
    <w:link w:val="1-green-underline0"/>
    <w:autoRedefine/>
    <w:qFormat/>
    <w:rsid w:val="00D4044B"/>
    <w:pPr>
      <w:pBdr>
        <w:bottom w:val="single" w:sz="4" w:space="1" w:color="auto"/>
      </w:pBdr>
      <w:spacing w:before="0" w:after="0" w:line="240" w:lineRule="auto"/>
    </w:pPr>
    <w:rPr>
      <w:rFonts w:ascii="Times New Roman" w:eastAsia="標楷體" w:hAnsi="Times New Roman" w:cs="Times New Roman"/>
      <w:sz w:val="32"/>
      <w:szCs w:val="20"/>
      <w:shd w:val="clear" w:color="auto" w:fill="E2EFD9" w:themeFill="accent6" w:themeFillTint="33"/>
    </w:rPr>
  </w:style>
  <w:style w:type="character" w:customStyle="1" w:styleId="1-green-underline0">
    <w:name w:val="標題1-green-underline 字元"/>
    <w:basedOn w:val="a1"/>
    <w:link w:val="1-green-underline"/>
    <w:rsid w:val="00D4044B"/>
    <w:rPr>
      <w:rFonts w:ascii="Times New Roman" w:eastAsia="標楷體" w:hAnsi="Times New Roman" w:cs="Times New Roman"/>
      <w:b/>
      <w:bCs/>
      <w:kern w:val="52"/>
      <w:sz w:val="32"/>
      <w:szCs w:val="20"/>
    </w:rPr>
  </w:style>
  <w:style w:type="paragraph" w:customStyle="1" w:styleId="-14">
    <w:name w:val="樣式-標楷14粗體"/>
    <w:basedOn w:val="a0"/>
    <w:link w:val="-140"/>
    <w:rsid w:val="000C75E6"/>
    <w:pPr>
      <w:widowControl/>
    </w:pPr>
    <w:rPr>
      <w:b/>
      <w:kern w:val="0"/>
      <w:sz w:val="28"/>
    </w:rPr>
  </w:style>
  <w:style w:type="character" w:customStyle="1" w:styleId="-140">
    <w:name w:val="樣式-標楷14粗體 字元"/>
    <w:basedOn w:val="a1"/>
    <w:link w:val="-14"/>
    <w:rsid w:val="000C75E6"/>
    <w:rPr>
      <w:rFonts w:ascii="Times New Roman" w:eastAsia="標楷體" w:hAnsi="Times New Roman" w:cs="Times New Roman"/>
      <w:b/>
      <w:kern w:val="0"/>
      <w:sz w:val="28"/>
      <w:szCs w:val="24"/>
    </w:rPr>
  </w:style>
  <w:style w:type="paragraph" w:customStyle="1" w:styleId="H2-14">
    <w:name w:val="H2-14標楷單自"/>
    <w:basedOn w:val="2"/>
    <w:next w:val="a0"/>
    <w:link w:val="H2-140"/>
    <w:qFormat/>
    <w:rsid w:val="0031075C"/>
    <w:pPr>
      <w:keepNext w:val="0"/>
      <w:widowControl/>
      <w:spacing w:after="100" w:afterAutospacing="1" w:line="240" w:lineRule="auto"/>
    </w:pPr>
    <w:rPr>
      <w:rFonts w:ascii="Times New Roman" w:eastAsia="標楷體" w:hAnsi="Times New Roman" w:cs="Times New Roman"/>
      <w:kern w:val="0"/>
      <w:sz w:val="28"/>
      <w:szCs w:val="36"/>
    </w:rPr>
  </w:style>
  <w:style w:type="character" w:customStyle="1" w:styleId="H2-140">
    <w:name w:val="H2-14標楷單自 字元"/>
    <w:basedOn w:val="20"/>
    <w:link w:val="H2-14"/>
    <w:rsid w:val="0031075C"/>
    <w:rPr>
      <w:rFonts w:ascii="Times New Roman" w:eastAsia="標楷體" w:hAnsi="Times New Roman" w:cs="Times New Roman"/>
      <w:b/>
      <w:bCs/>
      <w:kern w:val="0"/>
      <w:sz w:val="28"/>
      <w:szCs w:val="36"/>
    </w:rPr>
  </w:style>
  <w:style w:type="character" w:customStyle="1" w:styleId="20">
    <w:name w:val="標題 2 字元"/>
    <w:basedOn w:val="a1"/>
    <w:link w:val="2"/>
    <w:uiPriority w:val="9"/>
    <w:semiHidden/>
    <w:rsid w:val="00783B8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1"/>
    <w:link w:val="1"/>
    <w:uiPriority w:val="9"/>
    <w:rsid w:val="0083744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H2-141">
    <w:name w:val="H2-14"/>
    <w:basedOn w:val="2"/>
    <w:link w:val="H2-142"/>
    <w:autoRedefine/>
    <w:qFormat/>
    <w:rsid w:val="004B4682"/>
    <w:pPr>
      <w:keepNext w:val="0"/>
      <w:widowControl/>
      <w:pBdr>
        <w:bottom w:val="single" w:sz="4" w:space="1" w:color="auto"/>
      </w:pBdr>
      <w:shd w:val="clear" w:color="auto" w:fill="E2EFD9" w:themeFill="accent6" w:themeFillTint="33"/>
      <w:spacing w:line="240" w:lineRule="auto"/>
    </w:pPr>
    <w:rPr>
      <w:rFonts w:ascii="Times New Roman" w:eastAsia="標楷體" w:hAnsi="Times New Roman" w:cs="Times New Roman"/>
      <w:b w:val="0"/>
      <w:kern w:val="0"/>
      <w:sz w:val="28"/>
      <w:szCs w:val="36"/>
      <w:shd w:val="clear" w:color="auto" w:fill="E2EFD9" w:themeFill="accent6" w:themeFillTint="33"/>
    </w:rPr>
  </w:style>
  <w:style w:type="character" w:customStyle="1" w:styleId="H2-142">
    <w:name w:val="H2-14 字元"/>
    <w:basedOn w:val="20"/>
    <w:link w:val="H2-141"/>
    <w:rsid w:val="004B4682"/>
    <w:rPr>
      <w:rFonts w:ascii="Times New Roman" w:eastAsia="標楷體" w:hAnsi="Times New Roman" w:cs="Times New Roman"/>
      <w:b w:val="0"/>
      <w:bCs/>
      <w:kern w:val="0"/>
      <w:sz w:val="28"/>
      <w:szCs w:val="36"/>
      <w:shd w:val="clear" w:color="auto" w:fill="E2EFD9" w:themeFill="accent6" w:themeFillTint="33"/>
    </w:rPr>
  </w:style>
  <w:style w:type="paragraph" w:customStyle="1" w:styleId="H1-16">
    <w:name w:val="H1-16"/>
    <w:basedOn w:val="1"/>
    <w:link w:val="H1-160"/>
    <w:qFormat/>
    <w:rsid w:val="007A7AED"/>
    <w:pPr>
      <w:spacing w:before="0" w:after="0" w:line="240" w:lineRule="auto"/>
    </w:pPr>
    <w:rPr>
      <w:rFonts w:ascii="Times New Roman" w:eastAsia="標楷體" w:hAnsi="Times New Roman"/>
      <w:sz w:val="32"/>
    </w:rPr>
  </w:style>
  <w:style w:type="character" w:customStyle="1" w:styleId="H1-160">
    <w:name w:val="H1-16 字元"/>
    <w:basedOn w:val="10"/>
    <w:link w:val="H1-16"/>
    <w:rsid w:val="007A7AED"/>
    <w:rPr>
      <w:rFonts w:ascii="Times New Roman" w:eastAsia="標楷體" w:hAnsi="Times New Roman" w:cstheme="majorBidi"/>
      <w:b/>
      <w:bCs/>
      <w:kern w:val="52"/>
      <w:sz w:val="32"/>
      <w:szCs w:val="52"/>
    </w:rPr>
  </w:style>
  <w:style w:type="paragraph" w:customStyle="1" w:styleId="12">
    <w:name w:val="標楷單行12"/>
    <w:basedOn w:val="a0"/>
    <w:link w:val="120"/>
    <w:autoRedefine/>
    <w:qFormat/>
    <w:rsid w:val="003A7207"/>
    <w:rPr>
      <w:kern w:val="36"/>
      <w:sz w:val="32"/>
      <w:szCs w:val="32"/>
    </w:rPr>
  </w:style>
  <w:style w:type="character" w:customStyle="1" w:styleId="120">
    <w:name w:val="標楷單行12 字元"/>
    <w:basedOn w:val="H1-160"/>
    <w:link w:val="12"/>
    <w:rsid w:val="003A7207"/>
    <w:rPr>
      <w:rFonts w:ascii="Times New Roman" w:eastAsia="標楷體" w:hAnsi="Times New Roman" w:cs="Times New Roman"/>
      <w:b w:val="0"/>
      <w:bCs w:val="0"/>
      <w:kern w:val="36"/>
      <w:sz w:val="32"/>
      <w:szCs w:val="32"/>
    </w:rPr>
  </w:style>
  <w:style w:type="paragraph" w:customStyle="1" w:styleId="a4">
    <w:name w:val="標楷"/>
    <w:basedOn w:val="a0"/>
    <w:link w:val="a5"/>
    <w:rsid w:val="00816647"/>
  </w:style>
  <w:style w:type="character" w:customStyle="1" w:styleId="a5">
    <w:name w:val="標楷 字元"/>
    <w:basedOn w:val="a1"/>
    <w:link w:val="a4"/>
    <w:rsid w:val="00816647"/>
    <w:rPr>
      <w:rFonts w:eastAsia="標楷體"/>
      <w:szCs w:val="24"/>
    </w:rPr>
  </w:style>
  <w:style w:type="paragraph" w:customStyle="1" w:styleId="font12-Bblue">
    <w:name w:val="font12-B+blue"/>
    <w:basedOn w:val="1-12pt"/>
    <w:link w:val="font12-Bblue0"/>
    <w:qFormat/>
    <w:rsid w:val="00500649"/>
    <w:rPr>
      <w:rFonts w:ascii="Segoe UI" w:hAnsi="Segoe UI" w:cs="Segoe UI"/>
      <w:b/>
      <w:bCs/>
      <w:color w:val="0070C0"/>
    </w:rPr>
  </w:style>
  <w:style w:type="character" w:customStyle="1" w:styleId="font12-Bblue0">
    <w:name w:val="font12-B+blue 字元"/>
    <w:basedOn w:val="1-12pt0"/>
    <w:link w:val="font12-Bblue"/>
    <w:rsid w:val="00500649"/>
    <w:rPr>
      <w:rFonts w:ascii="Segoe UI" w:eastAsia="標楷體" w:hAnsi="Segoe UI" w:cs="Segoe UI"/>
      <w:b/>
      <w:bCs/>
      <w:color w:val="0070C0"/>
      <w:kern w:val="36"/>
      <w:szCs w:val="24"/>
    </w:rPr>
  </w:style>
  <w:style w:type="paragraph" w:customStyle="1" w:styleId="160">
    <w:name w:val="標楷16"/>
    <w:basedOn w:val="a0"/>
    <w:link w:val="161"/>
    <w:rsid w:val="008414A9"/>
    <w:rPr>
      <w:sz w:val="32"/>
    </w:rPr>
  </w:style>
  <w:style w:type="character" w:customStyle="1" w:styleId="161">
    <w:name w:val="標楷16 字元"/>
    <w:basedOn w:val="a1"/>
    <w:link w:val="160"/>
    <w:rsid w:val="008414A9"/>
    <w:rPr>
      <w:rFonts w:eastAsia="標楷體"/>
      <w:sz w:val="32"/>
    </w:rPr>
  </w:style>
  <w:style w:type="paragraph" w:customStyle="1" w:styleId="font12-B">
    <w:name w:val="font12-B+櫻鼠"/>
    <w:basedOn w:val="1-12pt"/>
    <w:link w:val="font12-B0"/>
    <w:qFormat/>
    <w:rsid w:val="00816647"/>
    <w:rPr>
      <w:rFonts w:ascii="Segoe UI" w:eastAsia="標楷體-櫻鼠" w:hAnsi="Segoe UI" w:cs="Segoe UI"/>
      <w:b/>
      <w:bCs/>
      <w:color w:val="AA9B93"/>
    </w:rPr>
  </w:style>
  <w:style w:type="character" w:customStyle="1" w:styleId="font12-B0">
    <w:name w:val="font12-B+櫻鼠 字元"/>
    <w:basedOn w:val="1-12pt0"/>
    <w:link w:val="font12-B"/>
    <w:rsid w:val="00816647"/>
    <w:rPr>
      <w:rFonts w:ascii="Segoe UI" w:eastAsia="標楷體-櫻鼠" w:hAnsi="Segoe UI" w:cs="Segoe UI"/>
      <w:b/>
      <w:bCs/>
      <w:color w:val="AA9B93"/>
      <w:kern w:val="36"/>
      <w:szCs w:val="24"/>
    </w:rPr>
  </w:style>
  <w:style w:type="paragraph" w:customStyle="1" w:styleId="font12-green">
    <w:name w:val="font12-green"/>
    <w:basedOn w:val="a0"/>
    <w:link w:val="font12-green0"/>
    <w:qFormat/>
    <w:rsid w:val="00816647"/>
    <w:pPr>
      <w:widowControl/>
      <w:pBdr>
        <w:top w:val="single" w:sz="2" w:space="0" w:color="E5E7EB"/>
        <w:left w:val="single" w:sz="2" w:space="0" w:color="E5E7EB"/>
        <w:bottom w:val="single" w:sz="2" w:space="0" w:color="E5E7EB"/>
        <w:right w:val="single" w:sz="2" w:space="0" w:color="E5E7EB"/>
      </w:pBdr>
      <w:outlineLvl w:val="2"/>
    </w:pPr>
    <w:rPr>
      <w:b/>
      <w:bCs/>
      <w:color w:val="227D51"/>
      <w:kern w:val="0"/>
      <w:szCs w:val="27"/>
    </w:rPr>
  </w:style>
  <w:style w:type="character" w:customStyle="1" w:styleId="font12-green0">
    <w:name w:val="font12-green 字元"/>
    <w:basedOn w:val="a1"/>
    <w:link w:val="font12-green"/>
    <w:rsid w:val="00816647"/>
    <w:rPr>
      <w:rFonts w:ascii="Times New Roman" w:eastAsia="標楷體" w:hAnsi="Times New Roman" w:cs="Times New Roman"/>
      <w:b/>
      <w:bCs/>
      <w:color w:val="227D51"/>
      <w:kern w:val="0"/>
      <w:szCs w:val="27"/>
    </w:rPr>
  </w:style>
  <w:style w:type="paragraph" w:customStyle="1" w:styleId="a6">
    <w:name w:val="標楷單"/>
    <w:basedOn w:val="a0"/>
    <w:link w:val="a7"/>
    <w:rsid w:val="00956313"/>
  </w:style>
  <w:style w:type="character" w:customStyle="1" w:styleId="a7">
    <w:name w:val="標楷單 字元"/>
    <w:basedOn w:val="a1"/>
    <w:link w:val="a6"/>
    <w:rsid w:val="00956313"/>
    <w:rPr>
      <w:rFonts w:eastAsia="標楷體"/>
      <w:szCs w:val="24"/>
    </w:rPr>
  </w:style>
  <w:style w:type="paragraph" w:customStyle="1" w:styleId="16">
    <w:name w:val="標楷單16"/>
    <w:basedOn w:val="a0"/>
    <w:next w:val="a0"/>
    <w:link w:val="162"/>
    <w:autoRedefine/>
    <w:qFormat/>
    <w:rsid w:val="0031075C"/>
    <w:pPr>
      <w:widowControl/>
      <w:numPr>
        <w:numId w:val="5"/>
      </w:numPr>
      <w:ind w:left="482" w:hanging="482"/>
    </w:pPr>
    <w:rPr>
      <w:b/>
      <w:bCs/>
      <w:kern w:val="36"/>
      <w:sz w:val="32"/>
      <w:szCs w:val="32"/>
    </w:rPr>
  </w:style>
  <w:style w:type="character" w:customStyle="1" w:styleId="162">
    <w:name w:val="標楷單16 字元"/>
    <w:basedOn w:val="H1-160"/>
    <w:link w:val="16"/>
    <w:rsid w:val="0031075C"/>
    <w:rPr>
      <w:rFonts w:ascii="Times New Roman" w:eastAsia="標楷體" w:hAnsi="Times New Roman" w:cs="Times New Roman"/>
      <w:b/>
      <w:bCs/>
      <w:kern w:val="36"/>
      <w:sz w:val="32"/>
      <w:szCs w:val="32"/>
    </w:rPr>
  </w:style>
  <w:style w:type="paragraph" w:customStyle="1" w:styleId="121">
    <w:name w:val="標楷單12"/>
    <w:basedOn w:val="a0"/>
    <w:link w:val="122"/>
    <w:qFormat/>
    <w:rsid w:val="00E303B7"/>
  </w:style>
  <w:style w:type="character" w:customStyle="1" w:styleId="122">
    <w:name w:val="標楷單12 字元"/>
    <w:basedOn w:val="a1"/>
    <w:link w:val="121"/>
    <w:rsid w:val="00E303B7"/>
    <w:rPr>
      <w:rFonts w:eastAsia="標楷體"/>
      <w:szCs w:val="24"/>
    </w:rPr>
  </w:style>
  <w:style w:type="paragraph" w:customStyle="1" w:styleId="font12-bluebg">
    <w:name w:val="font12-blue+bg"/>
    <w:basedOn w:val="a0"/>
    <w:link w:val="font12-bluebg0"/>
    <w:qFormat/>
    <w:rsid w:val="00377D91"/>
    <w:pPr>
      <w:shd w:val="clear" w:color="auto" w:fill="FFF2CC" w:themeFill="accent4" w:themeFillTint="33"/>
    </w:pPr>
  </w:style>
  <w:style w:type="character" w:customStyle="1" w:styleId="font12-bluebg0">
    <w:name w:val="font12-blue+bg 字元"/>
    <w:basedOn w:val="a1"/>
    <w:link w:val="font12-bluebg"/>
    <w:rsid w:val="00377D91"/>
    <w:rPr>
      <w:rFonts w:eastAsia="標楷體"/>
      <w:shd w:val="clear" w:color="auto" w:fill="FFF2CC" w:themeFill="accent4" w:themeFillTint="33"/>
    </w:rPr>
  </w:style>
  <w:style w:type="paragraph" w:customStyle="1" w:styleId="font12-pink">
    <w:name w:val="font12-pink"/>
    <w:basedOn w:val="a0"/>
    <w:next w:val="a0"/>
    <w:link w:val="font12-pink0"/>
    <w:qFormat/>
    <w:rsid w:val="00885A14"/>
    <w:pPr>
      <w:widowControl/>
    </w:pPr>
    <w:rPr>
      <w:rFonts w:cs="新細明體"/>
      <w:b/>
      <w:bCs/>
      <w:kern w:val="0"/>
      <w:shd w:val="clear" w:color="auto" w:fill="F9E1FB"/>
    </w:rPr>
  </w:style>
  <w:style w:type="character" w:customStyle="1" w:styleId="font12-pink0">
    <w:name w:val="font12-pink 字元"/>
    <w:basedOn w:val="122"/>
    <w:link w:val="font12-pink"/>
    <w:rsid w:val="00885A14"/>
    <w:rPr>
      <w:rFonts w:ascii="Times New Roman" w:eastAsia="標楷體" w:hAnsi="Times New Roman" w:cs="新細明體"/>
      <w:b/>
      <w:bCs/>
      <w:kern w:val="0"/>
      <w:szCs w:val="24"/>
    </w:rPr>
  </w:style>
  <w:style w:type="paragraph" w:customStyle="1" w:styleId="font12-darkblue">
    <w:name w:val="font12-dark blue"/>
    <w:basedOn w:val="a0"/>
    <w:next w:val="a0"/>
    <w:link w:val="font12-darkblue0"/>
    <w:qFormat/>
    <w:rsid w:val="00851182"/>
    <w:pPr>
      <w:widowControl/>
    </w:pPr>
    <w:rPr>
      <w:rFonts w:cs="新細明體"/>
      <w:b/>
      <w:color w:val="002060"/>
      <w:kern w:val="0"/>
    </w:rPr>
  </w:style>
  <w:style w:type="character" w:customStyle="1" w:styleId="font12-darkblue0">
    <w:name w:val="font12-dark blue 字元"/>
    <w:basedOn w:val="font12-green0"/>
    <w:link w:val="font12-darkblue"/>
    <w:rsid w:val="00851182"/>
    <w:rPr>
      <w:rFonts w:ascii="Times New Roman" w:eastAsia="標楷體" w:hAnsi="Times New Roman" w:cs="新細明體"/>
      <w:b/>
      <w:bCs w:val="0"/>
      <w:color w:val="002060"/>
      <w:kern w:val="0"/>
      <w:szCs w:val="24"/>
    </w:rPr>
  </w:style>
  <w:style w:type="paragraph" w:customStyle="1" w:styleId="a">
    <w:name w:val="清單Ａ"/>
    <w:basedOn w:val="a8"/>
    <w:link w:val="a9"/>
    <w:qFormat/>
    <w:rsid w:val="00851182"/>
    <w:pPr>
      <w:numPr>
        <w:numId w:val="7"/>
      </w:numPr>
      <w:spacing w:before="100" w:beforeAutospacing="1" w:after="100" w:afterAutospacing="1"/>
      <w:ind w:leftChars="0" w:left="482" w:hanging="482"/>
    </w:pPr>
    <w:rPr>
      <w:b/>
      <w:bCs/>
      <w:color w:val="0070C0"/>
    </w:rPr>
  </w:style>
  <w:style w:type="character" w:customStyle="1" w:styleId="a9">
    <w:name w:val="清單Ａ 字元"/>
    <w:basedOn w:val="a1"/>
    <w:link w:val="a"/>
    <w:rsid w:val="00851182"/>
    <w:rPr>
      <w:rFonts w:ascii="Times New Roman" w:eastAsia="標楷體" w:hAnsi="Times New Roman" w:cs="Times New Roman"/>
      <w:b/>
      <w:bCs/>
      <w:color w:val="0070C0"/>
      <w:szCs w:val="24"/>
    </w:rPr>
  </w:style>
  <w:style w:type="paragraph" w:styleId="a8">
    <w:name w:val="List Paragraph"/>
    <w:basedOn w:val="a0"/>
    <w:uiPriority w:val="34"/>
    <w:qFormat/>
    <w:rsid w:val="00851182"/>
    <w:pPr>
      <w:ind w:leftChars="200" w:left="480"/>
    </w:pPr>
  </w:style>
  <w:style w:type="paragraph" w:styleId="aa">
    <w:name w:val="header"/>
    <w:basedOn w:val="a0"/>
    <w:link w:val="ab"/>
    <w:uiPriority w:val="99"/>
    <w:unhideWhenUsed/>
    <w:rsid w:val="00885A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1"/>
    <w:link w:val="aa"/>
    <w:uiPriority w:val="99"/>
    <w:rsid w:val="00885A14"/>
    <w:rPr>
      <w:sz w:val="20"/>
      <w:szCs w:val="20"/>
    </w:rPr>
  </w:style>
  <w:style w:type="paragraph" w:styleId="ac">
    <w:name w:val="footer"/>
    <w:basedOn w:val="a0"/>
    <w:link w:val="ad"/>
    <w:uiPriority w:val="99"/>
    <w:unhideWhenUsed/>
    <w:rsid w:val="00885A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1"/>
    <w:link w:val="ac"/>
    <w:uiPriority w:val="99"/>
    <w:rsid w:val="00885A14"/>
    <w:rPr>
      <w:sz w:val="20"/>
      <w:szCs w:val="20"/>
    </w:rPr>
  </w:style>
  <w:style w:type="paragraph" w:customStyle="1" w:styleId="123">
    <w:name w:val="標楷單12本文"/>
    <w:basedOn w:val="a0"/>
    <w:link w:val="124"/>
    <w:qFormat/>
    <w:rsid w:val="00F80D88"/>
    <w:pPr>
      <w:widowControl/>
      <w:shd w:val="clear" w:color="auto" w:fill="FFFFFF"/>
    </w:pPr>
    <w:rPr>
      <w:b/>
      <w:bCs/>
      <w:color w:val="161616"/>
      <w:kern w:val="36"/>
      <w:szCs w:val="48"/>
    </w:rPr>
  </w:style>
  <w:style w:type="character" w:customStyle="1" w:styleId="124">
    <w:name w:val="標楷單12本文 字元"/>
    <w:basedOn w:val="a1"/>
    <w:link w:val="123"/>
    <w:rsid w:val="00F80D88"/>
    <w:rPr>
      <w:rFonts w:ascii="Times New Roman" w:eastAsia="標楷體" w:hAnsi="Times New Roman" w:cs="Times New Roman"/>
      <w:b/>
      <w:bCs/>
      <w:color w:val="161616"/>
      <w:kern w:val="36"/>
      <w:szCs w:val="48"/>
      <w:shd w:val="clear" w:color="auto" w:fill="FFFFFF"/>
    </w:rPr>
  </w:style>
  <w:style w:type="numbering" w:customStyle="1" w:styleId="listdot">
    <w:name w:val="listdot"/>
    <w:basedOn w:val="a3"/>
    <w:uiPriority w:val="99"/>
    <w:rsid w:val="00DF19A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blob:https://www.microsoft365.com/62e1583e-a1bd-4ab6-b738-82681b69fd7d" TargetMode="External"/><Relationship Id="rId3" Type="http://schemas.openxmlformats.org/officeDocument/2006/relationships/settings" Target="settings.xml"/><Relationship Id="rId7" Type="http://schemas.openxmlformats.org/officeDocument/2006/relationships/hyperlink" Target="blob:https://www.microsoft365.com/a7427147-1ae9-40d9-9511-bf6fb2914d5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Documents\&#33258;&#35330;%20Office%20&#31684;&#26412;\&#33258;&#35330;&#27171;&#24335;2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自訂樣式2.dotx</Template>
  <TotalTime>6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</dc:creator>
  <cp:keywords/>
  <dc:description/>
  <cp:lastModifiedBy>黃淑玲</cp:lastModifiedBy>
  <cp:revision>3</cp:revision>
  <dcterms:created xsi:type="dcterms:W3CDTF">2025-07-04T06:12:00Z</dcterms:created>
  <dcterms:modified xsi:type="dcterms:W3CDTF">2025-07-04T06:57:00Z</dcterms:modified>
</cp:coreProperties>
</file>